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6F973763" w14:textId="77777777" w:rsidR="006716DC" w:rsidRDefault="006716DC" w:rsidP="006716DC">
      <w:pPr>
        <w:pStyle w:val="Titul2"/>
      </w:pPr>
      <w:bookmarkStart w:id="0" w:name="_GoBack"/>
      <w:r w:rsidRPr="00A216F3">
        <w:t>„Doplnění závor na přejezdech Louny-Libochovice P2284, Louny-Most P2155, Louny-Most P2159“</w:t>
      </w:r>
    </w:p>
    <w:bookmarkEnd w:id="0"/>
    <w:p w14:paraId="1734C9C1" w14:textId="77777777" w:rsidR="006716DC" w:rsidRPr="00A216F3" w:rsidRDefault="006716DC" w:rsidP="006716DC">
      <w:pPr>
        <w:pStyle w:val="Text1-1"/>
        <w:numPr>
          <w:ilvl w:val="0"/>
          <w:numId w:val="0"/>
        </w:numPr>
        <w:tabs>
          <w:tab w:val="left" w:pos="0"/>
        </w:tabs>
        <w:rPr>
          <w:rFonts w:cs="Calibri"/>
          <w:b/>
          <w:color w:val="000000"/>
          <w:sz w:val="22"/>
          <w:szCs w:val="22"/>
          <w:u w:val="single"/>
        </w:rPr>
      </w:pPr>
      <w:r w:rsidRPr="00A216F3">
        <w:rPr>
          <w:rFonts w:cs="Calibri"/>
          <w:b/>
          <w:color w:val="000000"/>
          <w:sz w:val="22"/>
          <w:szCs w:val="22"/>
          <w:u w:val="single"/>
        </w:rPr>
        <w:t>Označení jednotlivých staveb:</w:t>
      </w:r>
    </w:p>
    <w:p w14:paraId="5F2C9D18" w14:textId="77777777" w:rsidR="006716DC" w:rsidRPr="00A216F3" w:rsidRDefault="006716DC" w:rsidP="006716DC">
      <w:pPr>
        <w:pStyle w:val="Text1-1"/>
        <w:numPr>
          <w:ilvl w:val="0"/>
          <w:numId w:val="0"/>
        </w:numPr>
        <w:tabs>
          <w:tab w:val="left" w:pos="0"/>
        </w:tabs>
        <w:rPr>
          <w:rFonts w:cs="Calibri"/>
          <w:b/>
          <w:color w:val="000000"/>
          <w:sz w:val="22"/>
          <w:szCs w:val="22"/>
        </w:rPr>
      </w:pPr>
      <w:r w:rsidRPr="00A216F3">
        <w:rPr>
          <w:rFonts w:cs="Calibri"/>
          <w:b/>
          <w:color w:val="000000"/>
          <w:sz w:val="22"/>
          <w:szCs w:val="22"/>
        </w:rPr>
        <w:t xml:space="preserve">Doplnění závor na přejezdu P2284 v </w:t>
      </w:r>
      <w:proofErr w:type="gramStart"/>
      <w:r w:rsidRPr="00A216F3">
        <w:rPr>
          <w:rFonts w:cs="Calibri"/>
          <w:b/>
          <w:color w:val="000000"/>
          <w:sz w:val="22"/>
          <w:szCs w:val="22"/>
        </w:rPr>
        <w:t>km  2,639</w:t>
      </w:r>
      <w:proofErr w:type="gramEnd"/>
      <w:r w:rsidRPr="00A216F3">
        <w:rPr>
          <w:rFonts w:cs="Calibri"/>
          <w:b/>
          <w:color w:val="000000"/>
          <w:sz w:val="22"/>
          <w:szCs w:val="22"/>
        </w:rPr>
        <w:t xml:space="preserve">  úseku Louny – Libochovice</w:t>
      </w:r>
    </w:p>
    <w:p w14:paraId="4D939376" w14:textId="77777777" w:rsidR="006716DC" w:rsidRPr="00A216F3" w:rsidRDefault="006716DC" w:rsidP="006716DC">
      <w:pPr>
        <w:pStyle w:val="Text1-1"/>
        <w:numPr>
          <w:ilvl w:val="0"/>
          <w:numId w:val="0"/>
        </w:numPr>
        <w:tabs>
          <w:tab w:val="left" w:pos="0"/>
        </w:tabs>
        <w:rPr>
          <w:rFonts w:cs="Calibri"/>
          <w:b/>
          <w:color w:val="000000"/>
          <w:sz w:val="22"/>
          <w:szCs w:val="22"/>
        </w:rPr>
      </w:pPr>
      <w:r w:rsidRPr="00A216F3">
        <w:rPr>
          <w:rFonts w:cs="Calibri"/>
          <w:b/>
          <w:color w:val="000000"/>
          <w:sz w:val="22"/>
          <w:szCs w:val="22"/>
        </w:rPr>
        <w:t>(dále jen „Stavba 1“)</w:t>
      </w:r>
    </w:p>
    <w:p w14:paraId="318CE55E" w14:textId="77777777" w:rsidR="006716DC" w:rsidRPr="00A216F3" w:rsidRDefault="006716DC" w:rsidP="006716DC">
      <w:pPr>
        <w:pStyle w:val="Text1-1"/>
        <w:numPr>
          <w:ilvl w:val="0"/>
          <w:numId w:val="0"/>
        </w:numPr>
        <w:tabs>
          <w:tab w:val="left" w:pos="0"/>
        </w:tabs>
        <w:rPr>
          <w:rFonts w:cs="Calibri"/>
          <w:b/>
          <w:color w:val="000000"/>
          <w:sz w:val="22"/>
          <w:szCs w:val="22"/>
        </w:rPr>
      </w:pPr>
      <w:r w:rsidRPr="00A216F3">
        <w:rPr>
          <w:rFonts w:cs="Calibri"/>
          <w:b/>
          <w:color w:val="000000"/>
          <w:sz w:val="22"/>
          <w:szCs w:val="22"/>
        </w:rPr>
        <w:t>Doplnění závor na přejezdu P2155 v km 100,806 trati Louny – Most</w:t>
      </w:r>
    </w:p>
    <w:p w14:paraId="05481647" w14:textId="77777777" w:rsidR="006716DC" w:rsidRPr="00A216F3" w:rsidRDefault="006716DC" w:rsidP="006716DC">
      <w:pPr>
        <w:pStyle w:val="Text1-1"/>
        <w:numPr>
          <w:ilvl w:val="0"/>
          <w:numId w:val="0"/>
        </w:numPr>
        <w:tabs>
          <w:tab w:val="left" w:pos="0"/>
        </w:tabs>
        <w:rPr>
          <w:rFonts w:cs="Calibri"/>
          <w:b/>
          <w:color w:val="000000"/>
          <w:sz w:val="22"/>
          <w:szCs w:val="22"/>
        </w:rPr>
      </w:pPr>
      <w:r w:rsidRPr="00A216F3">
        <w:rPr>
          <w:rFonts w:cs="Calibri"/>
          <w:b/>
          <w:color w:val="000000"/>
          <w:sz w:val="22"/>
          <w:szCs w:val="22"/>
        </w:rPr>
        <w:t>(dále jen „Stavba 2“)</w:t>
      </w:r>
    </w:p>
    <w:p w14:paraId="398B4E14" w14:textId="77777777" w:rsidR="006716DC" w:rsidRPr="00A216F3" w:rsidRDefault="006716DC" w:rsidP="006716DC">
      <w:pPr>
        <w:pStyle w:val="Text1-1"/>
        <w:numPr>
          <w:ilvl w:val="0"/>
          <w:numId w:val="0"/>
        </w:numPr>
        <w:tabs>
          <w:tab w:val="left" w:pos="0"/>
        </w:tabs>
        <w:rPr>
          <w:rFonts w:cs="Calibri"/>
          <w:b/>
          <w:color w:val="000000"/>
          <w:sz w:val="22"/>
          <w:szCs w:val="22"/>
        </w:rPr>
      </w:pPr>
      <w:r w:rsidRPr="00A216F3">
        <w:rPr>
          <w:rFonts w:cs="Calibri"/>
          <w:b/>
          <w:color w:val="000000"/>
          <w:sz w:val="22"/>
          <w:szCs w:val="22"/>
        </w:rPr>
        <w:t xml:space="preserve">Doplnění závor na přejezdu P2159 v km 105,549 trati Louny – Most   </w:t>
      </w:r>
    </w:p>
    <w:p w14:paraId="303F1628" w14:textId="77777777" w:rsidR="006716DC" w:rsidRPr="00A216F3" w:rsidRDefault="006716DC" w:rsidP="006716DC">
      <w:pPr>
        <w:pStyle w:val="Text1-1"/>
        <w:numPr>
          <w:ilvl w:val="0"/>
          <w:numId w:val="0"/>
        </w:numPr>
        <w:tabs>
          <w:tab w:val="left" w:pos="737"/>
        </w:tabs>
        <w:ind w:left="737" w:hanging="737"/>
        <w:rPr>
          <w:color w:val="FF0000"/>
          <w:sz w:val="22"/>
          <w:szCs w:val="22"/>
        </w:rPr>
      </w:pPr>
      <w:r w:rsidRPr="00A216F3">
        <w:rPr>
          <w:rFonts w:cs="Calibri"/>
          <w:b/>
          <w:color w:val="000000"/>
          <w:sz w:val="22"/>
          <w:szCs w:val="22"/>
        </w:rPr>
        <w:t xml:space="preserve"> (dále jen „Stavba 3“)</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DD0BE3" w:rsidRDefault="00F422D3" w:rsidP="00B42F40">
      <w:pPr>
        <w:pStyle w:val="Textbezodsazen"/>
        <w:spacing w:after="0"/>
        <w:rPr>
          <w:highlight w:val="green"/>
        </w:rPr>
      </w:pPr>
      <w:r>
        <w:t xml:space="preserve">zastoupena: </w:t>
      </w:r>
      <w:r w:rsidRPr="00DD0BE3">
        <w:rPr>
          <w:highlight w:val="green"/>
        </w:rPr>
        <w:t xml:space="preserve">Ing. Mojmírem Nejezchlebem, náměstkem GŘ pro modernizaci dráhy </w:t>
      </w:r>
    </w:p>
    <w:p w14:paraId="694A2696" w14:textId="77777777" w:rsidR="00F422D3" w:rsidRDefault="00F422D3" w:rsidP="00B42F40">
      <w:pPr>
        <w:pStyle w:val="Textbezodsazen"/>
      </w:pPr>
      <w:r w:rsidRPr="00DD0BE3">
        <w:rPr>
          <w:highlight w:val="green"/>
        </w:rPr>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65522739" w14:textId="77777777" w:rsidR="006716DC" w:rsidRDefault="006716DC" w:rsidP="006716DC">
      <w:pPr>
        <w:pStyle w:val="Textbezodsazen"/>
        <w:spacing w:after="0"/>
      </w:pPr>
      <w:r>
        <w:t>ISPROFIN / ISPROFOND Stavba 1: 327 351 4800 / 542 353 0035</w:t>
      </w:r>
    </w:p>
    <w:p w14:paraId="1BB7916C" w14:textId="77777777" w:rsidR="006716DC" w:rsidRDefault="006716DC" w:rsidP="006716DC">
      <w:pPr>
        <w:pStyle w:val="Textbezodsazen"/>
        <w:spacing w:after="0"/>
      </w:pPr>
      <w:r>
        <w:t>ISPROFIN / ISPROFOND Stavba 2: 327 351 4800 / 542 353 0036</w:t>
      </w:r>
    </w:p>
    <w:p w14:paraId="6C529C4C" w14:textId="77777777" w:rsidR="006716DC" w:rsidRDefault="006716DC" w:rsidP="006716DC">
      <w:pPr>
        <w:pStyle w:val="Textbezodsazen"/>
        <w:spacing w:after="0"/>
      </w:pPr>
      <w:r>
        <w:t>ISPROFIN / ISPROFOND Stavba 2: 327 351 4800 / 542 353 0037</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3BEB0803"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projektové dokumentace a souboru staveb</w:t>
      </w:r>
      <w:r>
        <w:t xml:space="preserve"> </w:t>
      </w:r>
      <w:r w:rsidR="006716DC" w:rsidRPr="009A1F30">
        <w:rPr>
          <w:b/>
        </w:rPr>
        <w:t>„Doplnění závor na přejezdech Louny-Libochovice P2284, Louny-Most P2155, Louny-Most P2159“</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5694524" w14:textId="77777777" w:rsidR="006716DC" w:rsidRPr="007D26F9" w:rsidRDefault="006716DC" w:rsidP="006716DC">
      <w:pPr>
        <w:pStyle w:val="Textbezslovn"/>
        <w:rPr>
          <w:rStyle w:val="Tun"/>
        </w:rPr>
      </w:pPr>
      <w:r>
        <w:t xml:space="preserve">Cena Díla souboru staveb bez DPH: </w:t>
      </w:r>
      <w:r>
        <w:tab/>
      </w:r>
      <w:r w:rsidRPr="007D26F9">
        <w:rPr>
          <w:rStyle w:val="Tun"/>
          <w:highlight w:val="yellow"/>
        </w:rPr>
        <w:t>"[VLOŽÍ ZHOTOVITEL]"</w:t>
      </w:r>
      <w:r w:rsidRPr="007D26F9">
        <w:rPr>
          <w:rStyle w:val="Tun"/>
        </w:rPr>
        <w:t xml:space="preserve"> Kč</w:t>
      </w:r>
    </w:p>
    <w:p w14:paraId="628E6F63" w14:textId="77777777" w:rsidR="006716DC" w:rsidRDefault="006716DC" w:rsidP="006716D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D5405CE" w14:textId="77777777" w:rsidR="006716DC" w:rsidRDefault="006716DC" w:rsidP="006716DC">
      <w:pPr>
        <w:pStyle w:val="Textbezslovn"/>
        <w:spacing w:after="0"/>
      </w:pPr>
      <w:r w:rsidRPr="004922E8">
        <w:t>Cena Díla stavby 1</w:t>
      </w:r>
      <w:r>
        <w:t xml:space="preserve"> </w:t>
      </w:r>
    </w:p>
    <w:p w14:paraId="6B6F6555" w14:textId="77777777" w:rsidR="006716DC" w:rsidRPr="007D26F9" w:rsidRDefault="006716DC" w:rsidP="006716D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2B8F623E" w14:textId="77777777" w:rsidR="006716DC" w:rsidRDefault="006716DC" w:rsidP="006716D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6B8C1CF" w14:textId="77777777" w:rsidR="006716DC" w:rsidRDefault="006716DC" w:rsidP="006716DC">
      <w:pPr>
        <w:pStyle w:val="Textbezslovn"/>
        <w:spacing w:after="0"/>
      </w:pPr>
      <w:r w:rsidRPr="004922E8">
        <w:t>Cena Díla stavby 2</w:t>
      </w:r>
      <w:r>
        <w:t xml:space="preserve"> </w:t>
      </w:r>
    </w:p>
    <w:p w14:paraId="68F00181" w14:textId="77777777" w:rsidR="006716DC" w:rsidRPr="007D26F9" w:rsidRDefault="006716DC" w:rsidP="006716D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5A76B3DD" w14:textId="77777777" w:rsidR="006716DC" w:rsidRDefault="006716DC" w:rsidP="006716D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6DF04BF" w14:textId="77777777" w:rsidR="006716DC" w:rsidRDefault="006716DC" w:rsidP="006716DC">
      <w:pPr>
        <w:pStyle w:val="Textbezslovn"/>
        <w:spacing w:after="0"/>
      </w:pPr>
      <w:r w:rsidRPr="004922E8">
        <w:t>Cena Díla stavby 3</w:t>
      </w:r>
      <w:r>
        <w:t xml:space="preserve"> </w:t>
      </w:r>
    </w:p>
    <w:p w14:paraId="04C5D69A" w14:textId="77777777" w:rsidR="006716DC" w:rsidRPr="007D26F9" w:rsidRDefault="006716DC" w:rsidP="006716D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34C682CD" w14:textId="77777777" w:rsidR="006716DC" w:rsidRDefault="006716DC" w:rsidP="006716D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DD0BE3">
        <w:rPr>
          <w:rStyle w:val="Tun"/>
          <w:highlight w:val="green"/>
        </w:rPr>
        <w:t>1</w:t>
      </w:r>
      <w:r w:rsidR="00F07D39" w:rsidRPr="00DD0BE3">
        <w:rPr>
          <w:rStyle w:val="Tun"/>
          <w:highlight w:val="green"/>
        </w:rPr>
        <w:t>5</w:t>
      </w:r>
      <w:r w:rsidRPr="00DD0BE3">
        <w:rPr>
          <w:rStyle w:val="Tun"/>
          <w:highlight w:val="green"/>
        </w:rPr>
        <w:t xml:space="preserve"> měsíců</w:t>
      </w:r>
      <w:r w:rsidRPr="002C72AF">
        <w:t xml:space="preserve"> od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DA07CD" w:rsidRPr="00DA07CD">
        <w:rPr>
          <w:b/>
          <w:highlight w:val="green"/>
        </w:rPr>
        <w:t>5</w:t>
      </w:r>
      <w:r w:rsidRPr="00DA07CD">
        <w:rPr>
          <w:rStyle w:val="Tun"/>
          <w:b w:val="0"/>
          <w:highlight w:val="green"/>
        </w:rPr>
        <w:t> </w:t>
      </w:r>
      <w:r w:rsidRPr="00DD0BE3">
        <w:rPr>
          <w:rStyle w:val="Tun"/>
          <w:highlight w:val="green"/>
        </w:rPr>
        <w:t>měsíců</w:t>
      </w:r>
      <w:r w:rsidRPr="002C72AF">
        <w:t xml:space="preserve"> ode dne nabytí účinnosti Smlouvy.</w:t>
      </w:r>
      <w:r w:rsidR="00EE7D1A" w:rsidRPr="002C72AF">
        <w:t xml:space="preserve"> Fakturace bude ve výši do </w:t>
      </w:r>
      <w:r w:rsidR="00EE7D1A" w:rsidRPr="00DD0BE3">
        <w:rPr>
          <w:highlight w:val="green"/>
        </w:rPr>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DD0BE3">
        <w:rPr>
          <w:rFonts w:asciiTheme="majorHAnsi" w:hAnsiTheme="majorHAnsi"/>
          <w:b/>
          <w:sz w:val="18"/>
          <w:szCs w:val="18"/>
          <w:highlight w:val="green"/>
        </w:rPr>
        <w:t>6</w:t>
      </w:r>
      <w:r w:rsidRPr="00DD0BE3">
        <w:rPr>
          <w:rStyle w:val="Tun"/>
          <w:rFonts w:asciiTheme="majorHAnsi" w:hAnsiTheme="majorHAnsi"/>
          <w:b w:val="0"/>
          <w:sz w:val="18"/>
          <w:szCs w:val="18"/>
          <w:highlight w:val="green"/>
        </w:rPr>
        <w:t xml:space="preserve"> </w:t>
      </w:r>
      <w:r w:rsidRPr="00DD0BE3">
        <w:rPr>
          <w:rStyle w:val="Tun"/>
          <w:rFonts w:asciiTheme="majorHAnsi" w:hAnsiTheme="majorHAnsi"/>
          <w:sz w:val="18"/>
          <w:szCs w:val="18"/>
          <w:highlight w:val="green"/>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DD0BE3">
        <w:rPr>
          <w:rStyle w:val="Tun"/>
          <w:highlight w:val="green"/>
        </w:rPr>
        <w:t>9 měsíců</w:t>
      </w:r>
      <w:r w:rsidRPr="00EC3BEE">
        <w:t xml:space="preserve"> ode dne nabytí účinnosti Smlouvy. Fakturace bude ve výši do </w:t>
      </w:r>
      <w:r w:rsidRPr="00DD0BE3">
        <w:rPr>
          <w:highlight w:val="green"/>
        </w:rPr>
        <w:t>60 % ceny</w:t>
      </w:r>
      <w:r w:rsidRPr="00EC3BEE">
        <w:t xml:space="preserve">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DD0BE3">
        <w:rPr>
          <w:rStyle w:val="Tun"/>
          <w:highlight w:val="green"/>
        </w:rPr>
        <w:t>1</w:t>
      </w:r>
      <w:r w:rsidR="00506C93" w:rsidRPr="00DD0BE3">
        <w:rPr>
          <w:rStyle w:val="Tun"/>
          <w:highlight w:val="green"/>
        </w:rPr>
        <w:t>2</w:t>
      </w:r>
      <w:r w:rsidRPr="00DD0BE3">
        <w:rPr>
          <w:rStyle w:val="Tun"/>
          <w:highlight w:val="gree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DD0BE3">
        <w:rPr>
          <w:b/>
          <w:highlight w:val="green"/>
        </w:rPr>
        <w:t>3</w:t>
      </w:r>
      <w:r w:rsidRPr="00DD0BE3">
        <w:rPr>
          <w:rStyle w:val="Tun"/>
          <w:highlight w:val="gree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2D050D" w14:textId="77777777" w:rsidR="006716DC" w:rsidRDefault="007D26F9" w:rsidP="006716DC">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781E8DA6" w:rsidR="00DD0BE3" w:rsidRPr="006716DC" w:rsidRDefault="00DD0BE3" w:rsidP="006716DC">
      <w:pPr>
        <w:pStyle w:val="Text1-1"/>
        <w:rPr>
          <w:color w:val="000000" w:themeColor="text1"/>
        </w:rPr>
      </w:pPr>
      <w:r w:rsidRPr="006716DC">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1AF25FDB" w:rsidR="00C63605" w:rsidRPr="006716DC" w:rsidRDefault="00C63605" w:rsidP="006716DC">
      <w:pPr>
        <w:pStyle w:val="Text1-1"/>
      </w:pPr>
      <w:r w:rsidRPr="006716DC">
        <w:t xml:space="preserve">Tato Smlouva je vyhotovena ve </w:t>
      </w:r>
      <w:r w:rsidRPr="006716DC">
        <w:rPr>
          <w:highlight w:val="yellow"/>
        </w:rPr>
        <w:t>"[VLOŽÍ ZHOTOVITEL]"</w:t>
      </w:r>
      <w:r w:rsidRPr="006716DC">
        <w:t xml:space="preserve"> vyhotoveních, z nichž Objednatel obdrží </w:t>
      </w:r>
      <w:r w:rsidR="00904902" w:rsidRPr="006716DC">
        <w:t>pět</w:t>
      </w:r>
      <w:r w:rsidRPr="006716DC">
        <w:t xml:space="preserve"> vyhotovení a Zhotovitel obdrží </w:t>
      </w:r>
      <w:r w:rsidRPr="006716DC">
        <w:rPr>
          <w:highlight w:val="yellow"/>
        </w:rPr>
        <w:t>"[VLOŽÍ ZHOTOVITEL]"</w:t>
      </w:r>
      <w:r w:rsidRPr="006716DC">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Pr="006716DC" w:rsidRDefault="00F422D3" w:rsidP="009F0867">
      <w:pPr>
        <w:pStyle w:val="Textbezodsazen"/>
      </w:pPr>
      <w:r w:rsidRPr="006716DC">
        <w:t>………………………</w:t>
      </w:r>
      <w:r w:rsidR="003149C0" w:rsidRPr="006716DC">
        <w:t>..........</w:t>
      </w:r>
      <w:r w:rsidRPr="006716DC">
        <w:t>……</w:t>
      </w:r>
      <w:r w:rsidR="00342DC7" w:rsidRPr="006716DC">
        <w:t>…….</w:t>
      </w:r>
      <w:r w:rsidRPr="006716DC">
        <w:t>…………</w:t>
      </w:r>
      <w:r w:rsidRPr="006716DC">
        <w:tab/>
      </w:r>
      <w:r w:rsidRPr="006716DC">
        <w:tab/>
      </w:r>
      <w:r w:rsidRPr="006716DC">
        <w:tab/>
        <w:t>………………………</w:t>
      </w:r>
      <w:r w:rsidR="00342DC7" w:rsidRPr="006716DC">
        <w:t>….</w:t>
      </w:r>
      <w:r w:rsidRPr="006716DC">
        <w:t>……………….</w:t>
      </w:r>
    </w:p>
    <w:p w14:paraId="493AE346" w14:textId="77777777" w:rsidR="00F422D3" w:rsidRPr="006716DC" w:rsidRDefault="00342DC7" w:rsidP="009F0867">
      <w:pPr>
        <w:pStyle w:val="Textbezodsazen"/>
        <w:rPr>
          <w:b/>
        </w:rPr>
      </w:pPr>
      <w:r w:rsidRPr="006716DC">
        <w:rPr>
          <w:b/>
        </w:rPr>
        <w:t>Ing. Mojmír Nejezchleb</w:t>
      </w:r>
      <w:r w:rsidRPr="006716DC">
        <w:rPr>
          <w:b/>
        </w:rPr>
        <w:tab/>
      </w:r>
      <w:r w:rsidRPr="006716DC">
        <w:rPr>
          <w:b/>
        </w:rPr>
        <w:tab/>
      </w:r>
      <w:r w:rsidRPr="006716DC">
        <w:rPr>
          <w:b/>
        </w:rPr>
        <w:tab/>
      </w:r>
      <w:r w:rsidRPr="006716DC">
        <w:rPr>
          <w:b/>
        </w:rPr>
        <w:tab/>
      </w:r>
      <w:r w:rsidRPr="006716DC">
        <w:rPr>
          <w:b/>
          <w:highlight w:val="yellow"/>
        </w:rPr>
        <w:t>„[VLOŽÍ ZHOTOVITEL]“</w:t>
      </w:r>
    </w:p>
    <w:p w14:paraId="732DC7F9" w14:textId="29D33D41" w:rsidR="00342DC7" w:rsidRPr="006716DC" w:rsidRDefault="00342DC7" w:rsidP="00342DC7">
      <w:pPr>
        <w:pStyle w:val="Textbezodsazen"/>
        <w:spacing w:after="0"/>
      </w:pPr>
      <w:r w:rsidRPr="006716DC">
        <w:t>náměstek GŘ pro modernizac</w:t>
      </w:r>
      <w:r w:rsidR="0057465D" w:rsidRPr="006716DC">
        <w:t>i</w:t>
      </w:r>
      <w:r w:rsidRPr="006716DC">
        <w:t xml:space="preserve"> dráhy</w:t>
      </w:r>
      <w:r w:rsidRPr="006716DC">
        <w:tab/>
      </w:r>
      <w:r w:rsidRPr="006716DC">
        <w:tab/>
      </w:r>
      <w:r w:rsidRPr="006716DC">
        <w:tab/>
      </w:r>
      <w:r w:rsidRPr="006716DC">
        <w:rPr>
          <w:highlight w:val="yellow"/>
        </w:rPr>
        <w:t>„[VLOŽÍ ZHOTOVITEL]“</w:t>
      </w:r>
    </w:p>
    <w:p w14:paraId="3E5D899A" w14:textId="77777777" w:rsidR="00342DC7" w:rsidRDefault="00342DC7" w:rsidP="00342DC7">
      <w:pPr>
        <w:pStyle w:val="Textbezodsazen"/>
        <w:spacing w:after="0"/>
      </w:pPr>
      <w:r w:rsidRPr="006716DC">
        <w:t>Správa</w:t>
      </w:r>
      <w:r w:rsidR="003149C0" w:rsidRPr="006716DC">
        <w:t xml:space="preserve"> železnic</w:t>
      </w:r>
      <w:r w:rsidRPr="006716DC">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50D181C6" w14:textId="77777777" w:rsidR="006716DC" w:rsidRDefault="006716DC" w:rsidP="006716DC">
      <w:pPr>
        <w:pStyle w:val="Textbezodsazen"/>
      </w:pPr>
      <w:r>
        <w:t xml:space="preserve">Zjednodušená dokumentace </w:t>
      </w:r>
      <w:r w:rsidRPr="005334FB">
        <w:t>„Doplněn</w:t>
      </w:r>
      <w:r>
        <w:t xml:space="preserve">í závor na přejezdu P2284 v </w:t>
      </w:r>
      <w:proofErr w:type="gramStart"/>
      <w:r>
        <w:t>km 2,639</w:t>
      </w:r>
      <w:proofErr w:type="gramEnd"/>
      <w:r>
        <w:t xml:space="preserve"> </w:t>
      </w:r>
      <w:r w:rsidRPr="005334FB">
        <w:t>úseku Louny – Libochovice“</w:t>
      </w:r>
    </w:p>
    <w:p w14:paraId="106C592E" w14:textId="77777777" w:rsidR="006716DC" w:rsidRDefault="006716DC" w:rsidP="006716DC">
      <w:pPr>
        <w:pStyle w:val="Textbezodsazen"/>
      </w:pPr>
      <w:r>
        <w:t xml:space="preserve">Zjednodušená dokumentace </w:t>
      </w:r>
      <w:r w:rsidRPr="005334FB">
        <w:t>„Doplnění závor na přejezdu P2155 v km 100,806 trati Louny – Most“</w:t>
      </w:r>
    </w:p>
    <w:p w14:paraId="27A601CB" w14:textId="77777777" w:rsidR="006716DC" w:rsidRDefault="006716DC" w:rsidP="006716DC">
      <w:pPr>
        <w:pStyle w:val="Textbezodsazen"/>
      </w:pPr>
      <w:r>
        <w:t xml:space="preserve">Zjednodušená dokumentace </w:t>
      </w:r>
      <w:r w:rsidRPr="005334FB">
        <w:t>„Doplnění závor na přejezdu P2159 v km 105,549 trati Louny – Most“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256E477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w:t>
      </w:r>
      <w:r w:rsidR="006716DC">
        <w:rPr>
          <w:sz w:val="18"/>
          <w:szCs w:val="18"/>
        </w:rPr>
        <w:t xml:space="preserve">dle článku </w:t>
      </w:r>
      <w:r w:rsidR="006716DC" w:rsidRPr="006716DC">
        <w:rPr>
          <w:sz w:val="18"/>
          <w:szCs w:val="18"/>
        </w:rPr>
        <w:t>3.8</w:t>
      </w:r>
      <w:r w:rsidR="00706D47">
        <w:rPr>
          <w:sz w:val="18"/>
          <w:szCs w:val="18"/>
        </w:rPr>
        <w:t xml:space="preserve"> této Smlouvy o dílo</w:t>
      </w:r>
      <w:r w:rsidR="006716DC" w:rsidRPr="006716DC">
        <w:rPr>
          <w:sz w:val="18"/>
          <w:szCs w:val="18"/>
        </w:rPr>
        <w:t xml:space="preserve"> </w:t>
      </w:r>
      <w:r w:rsidRPr="006A698D">
        <w:rPr>
          <w:sz w:val="18"/>
          <w:szCs w:val="18"/>
        </w:rPr>
        <w:t>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0A76515F" w14:textId="77777777" w:rsidR="006716DC" w:rsidRPr="0024026C" w:rsidRDefault="006716DC" w:rsidP="006716DC">
      <w:pPr>
        <w:keepNext/>
        <w:spacing w:before="200" w:after="120" w:line="264" w:lineRule="auto"/>
        <w:rPr>
          <w:b/>
          <w:u w:val="single"/>
        </w:rPr>
      </w:pPr>
      <w:r w:rsidRPr="0024026C">
        <w:rPr>
          <w:b/>
          <w:u w:val="single"/>
        </w:rPr>
        <w:t>Ceny Díla – Rekapitulace – celkem za soubor staveb</w:t>
      </w:r>
    </w:p>
    <w:p w14:paraId="781C5771" w14:textId="77777777" w:rsidR="006716DC" w:rsidRPr="006A698D" w:rsidRDefault="006716DC" w:rsidP="006716DC">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2537126" w14:textId="77777777" w:rsidR="006716DC" w:rsidRPr="006A698D" w:rsidRDefault="006716DC" w:rsidP="006716DC">
      <w:pPr>
        <w:spacing w:after="120" w:line="264" w:lineRule="auto"/>
        <w:jc w:val="both"/>
        <w:rPr>
          <w:sz w:val="18"/>
          <w:szCs w:val="18"/>
        </w:rPr>
      </w:pPr>
      <w:r w:rsidRPr="006A698D">
        <w:rPr>
          <w:sz w:val="18"/>
          <w:szCs w:val="18"/>
        </w:rPr>
        <w:t>Z toho:</w:t>
      </w:r>
    </w:p>
    <w:p w14:paraId="0628BC9D" w14:textId="77777777" w:rsidR="006716DC" w:rsidRPr="006A698D" w:rsidRDefault="006716DC" w:rsidP="006716DC">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3D8859C"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48AA2D1"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594EA0A" w14:textId="77777777" w:rsidR="006716DC" w:rsidRPr="006A698D" w:rsidRDefault="006716DC" w:rsidP="006716D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CE371BA" w14:textId="77777777" w:rsidR="006716DC" w:rsidRPr="006A698D" w:rsidRDefault="006716DC" w:rsidP="006716D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4C8EBC38" w14:textId="77777777" w:rsidR="006716DC" w:rsidRPr="001F518E" w:rsidRDefault="006716DC" w:rsidP="006716DC">
      <w:pPr>
        <w:pStyle w:val="Textbezodsazen"/>
      </w:pPr>
    </w:p>
    <w:p w14:paraId="1AD78D68" w14:textId="77777777" w:rsidR="006716DC" w:rsidRPr="0024026C" w:rsidRDefault="006716DC" w:rsidP="006716DC">
      <w:pPr>
        <w:keepNext/>
        <w:spacing w:before="200" w:after="120" w:line="264" w:lineRule="auto"/>
        <w:rPr>
          <w:b/>
          <w:u w:val="single"/>
        </w:rPr>
      </w:pPr>
      <w:r w:rsidRPr="0024026C">
        <w:rPr>
          <w:b/>
          <w:u w:val="single"/>
        </w:rPr>
        <w:t>Ceny D</w:t>
      </w:r>
      <w:r>
        <w:rPr>
          <w:b/>
          <w:u w:val="single"/>
        </w:rPr>
        <w:t xml:space="preserve">íla – Rekapitulace – </w:t>
      </w:r>
      <w:r w:rsidRPr="004922E8">
        <w:rPr>
          <w:b/>
          <w:u w:val="single"/>
        </w:rPr>
        <w:t xml:space="preserve">celkem za Stavbu 1 „Doplnění závor na přejezdu P2284 v </w:t>
      </w:r>
      <w:proofErr w:type="gramStart"/>
      <w:r w:rsidRPr="004922E8">
        <w:rPr>
          <w:b/>
          <w:u w:val="single"/>
        </w:rPr>
        <w:t>km 2,639</w:t>
      </w:r>
      <w:proofErr w:type="gramEnd"/>
      <w:r w:rsidRPr="004922E8">
        <w:rPr>
          <w:b/>
          <w:u w:val="single"/>
        </w:rPr>
        <w:t xml:space="preserve"> úseku Louny – Libochovice“</w:t>
      </w:r>
    </w:p>
    <w:p w14:paraId="5A58992F" w14:textId="77777777" w:rsidR="006716DC" w:rsidRPr="006A698D" w:rsidRDefault="006716DC" w:rsidP="006716DC">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3F98814" w14:textId="77777777" w:rsidR="006716DC" w:rsidRPr="006A698D" w:rsidRDefault="006716DC" w:rsidP="006716DC">
      <w:pPr>
        <w:spacing w:after="120" w:line="264" w:lineRule="auto"/>
        <w:jc w:val="both"/>
        <w:rPr>
          <w:sz w:val="18"/>
          <w:szCs w:val="18"/>
        </w:rPr>
      </w:pPr>
      <w:r w:rsidRPr="006A698D">
        <w:rPr>
          <w:sz w:val="18"/>
          <w:szCs w:val="18"/>
        </w:rPr>
        <w:t>Z toho:</w:t>
      </w:r>
    </w:p>
    <w:p w14:paraId="66E61F3C" w14:textId="77777777" w:rsidR="006716DC" w:rsidRPr="0024026C" w:rsidRDefault="006716DC" w:rsidP="006716DC">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54934F0"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480A37F"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60CFD7A" w14:textId="77777777" w:rsidR="006716DC" w:rsidRDefault="006716DC" w:rsidP="006716D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B650FF4" w14:textId="77777777" w:rsidR="006716DC" w:rsidRDefault="006716DC" w:rsidP="006716DC">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7F21ED49" w14:textId="77777777" w:rsidR="006716DC" w:rsidRDefault="006716DC" w:rsidP="006716DC">
      <w:pPr>
        <w:spacing w:after="80" w:line="264" w:lineRule="auto"/>
        <w:jc w:val="both"/>
        <w:rPr>
          <w:b/>
          <w:sz w:val="18"/>
          <w:szCs w:val="18"/>
        </w:rPr>
      </w:pPr>
    </w:p>
    <w:p w14:paraId="53990E11" w14:textId="77777777" w:rsidR="006716DC" w:rsidRDefault="006716DC" w:rsidP="006716DC">
      <w:pPr>
        <w:spacing w:after="80" w:line="264" w:lineRule="auto"/>
        <w:jc w:val="both"/>
        <w:rPr>
          <w:b/>
          <w:sz w:val="18"/>
          <w:szCs w:val="18"/>
        </w:rPr>
      </w:pPr>
    </w:p>
    <w:p w14:paraId="31BD8874" w14:textId="77777777" w:rsidR="006716DC" w:rsidRDefault="006716DC" w:rsidP="006716DC">
      <w:pPr>
        <w:spacing w:after="80" w:line="264" w:lineRule="auto"/>
        <w:jc w:val="both"/>
        <w:rPr>
          <w:b/>
          <w:sz w:val="18"/>
          <w:szCs w:val="18"/>
        </w:rPr>
      </w:pPr>
    </w:p>
    <w:p w14:paraId="4F28A1A8" w14:textId="77777777" w:rsidR="006716DC" w:rsidRDefault="006716DC" w:rsidP="006716DC">
      <w:pPr>
        <w:spacing w:after="80" w:line="264" w:lineRule="auto"/>
        <w:jc w:val="both"/>
        <w:rPr>
          <w:b/>
          <w:sz w:val="18"/>
          <w:szCs w:val="18"/>
        </w:rPr>
      </w:pPr>
    </w:p>
    <w:p w14:paraId="64CE89DD" w14:textId="77777777" w:rsidR="006716DC" w:rsidRDefault="006716DC" w:rsidP="006716DC">
      <w:pPr>
        <w:spacing w:after="80" w:line="264" w:lineRule="auto"/>
        <w:jc w:val="both"/>
        <w:rPr>
          <w:b/>
          <w:sz w:val="18"/>
          <w:szCs w:val="18"/>
        </w:rPr>
      </w:pPr>
    </w:p>
    <w:p w14:paraId="628BC956" w14:textId="77777777" w:rsidR="006716DC" w:rsidRDefault="006716DC" w:rsidP="006716DC">
      <w:pPr>
        <w:spacing w:after="80" w:line="264" w:lineRule="auto"/>
        <w:jc w:val="both"/>
        <w:rPr>
          <w:b/>
          <w:sz w:val="18"/>
          <w:szCs w:val="18"/>
        </w:rPr>
      </w:pPr>
    </w:p>
    <w:p w14:paraId="27B7D138" w14:textId="77777777" w:rsidR="006716DC" w:rsidRPr="0024026C" w:rsidRDefault="006716DC" w:rsidP="006716DC">
      <w:pPr>
        <w:keepNext/>
        <w:spacing w:before="200" w:after="120" w:line="264" w:lineRule="auto"/>
        <w:rPr>
          <w:b/>
          <w:u w:val="single"/>
        </w:rPr>
      </w:pPr>
      <w:r w:rsidRPr="0024026C">
        <w:rPr>
          <w:b/>
          <w:u w:val="single"/>
        </w:rPr>
        <w:lastRenderedPageBreak/>
        <w:t xml:space="preserve">Ceny Díla – Rekapitulace – celkem za </w:t>
      </w:r>
      <w:r w:rsidRPr="004922E8">
        <w:rPr>
          <w:b/>
          <w:u w:val="single"/>
        </w:rPr>
        <w:t>stavbu 2 „Doplnění závor na přejezdu P2155 v km 100,806 trati Louny – Most“</w:t>
      </w:r>
    </w:p>
    <w:p w14:paraId="51E2172D" w14:textId="77777777" w:rsidR="006716DC" w:rsidRPr="006A698D" w:rsidRDefault="006716DC" w:rsidP="006716DC">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99FFE46" w14:textId="77777777" w:rsidR="006716DC" w:rsidRPr="006A698D" w:rsidRDefault="006716DC" w:rsidP="006716DC">
      <w:pPr>
        <w:spacing w:after="120" w:line="264" w:lineRule="auto"/>
        <w:jc w:val="both"/>
        <w:rPr>
          <w:sz w:val="18"/>
          <w:szCs w:val="18"/>
        </w:rPr>
      </w:pPr>
      <w:r w:rsidRPr="006A698D">
        <w:rPr>
          <w:sz w:val="18"/>
          <w:szCs w:val="18"/>
        </w:rPr>
        <w:t>Z toho:</w:t>
      </w:r>
    </w:p>
    <w:p w14:paraId="39EAB6F8" w14:textId="77777777" w:rsidR="006716DC" w:rsidRPr="0024026C" w:rsidRDefault="006716DC" w:rsidP="006716DC">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7C7A2560"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4F8D98B"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9BEAB80" w14:textId="77777777" w:rsidR="006716DC" w:rsidRDefault="006716DC" w:rsidP="006716D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2C606AB" w14:textId="77777777" w:rsidR="006716DC" w:rsidRPr="006A698D" w:rsidRDefault="006716DC" w:rsidP="006716DC">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31FABEAA" w14:textId="77777777" w:rsidR="006716DC" w:rsidRPr="001F518E" w:rsidRDefault="006716DC" w:rsidP="006716DC">
      <w:pPr>
        <w:pStyle w:val="Textbezodsazen"/>
      </w:pPr>
    </w:p>
    <w:p w14:paraId="7B715300" w14:textId="77777777" w:rsidR="006716DC" w:rsidRDefault="006716DC" w:rsidP="006716DC">
      <w:pPr>
        <w:pStyle w:val="Textbezodsazen"/>
      </w:pPr>
    </w:p>
    <w:p w14:paraId="458A1FA2" w14:textId="77777777" w:rsidR="006716DC" w:rsidRDefault="006716DC" w:rsidP="006716DC">
      <w:pPr>
        <w:pStyle w:val="Textbezodsazen"/>
      </w:pPr>
    </w:p>
    <w:p w14:paraId="5EEC74C6" w14:textId="77777777" w:rsidR="006716DC" w:rsidRDefault="006716DC" w:rsidP="006716DC">
      <w:pPr>
        <w:pStyle w:val="Textbezodsazen"/>
      </w:pPr>
    </w:p>
    <w:p w14:paraId="3048B17D" w14:textId="77777777" w:rsidR="006716DC" w:rsidRPr="005554F3" w:rsidRDefault="006716DC" w:rsidP="006716DC">
      <w:pPr>
        <w:keepNext/>
        <w:spacing w:before="200" w:after="120" w:line="264" w:lineRule="auto"/>
        <w:rPr>
          <w:b/>
          <w:u w:val="single"/>
        </w:rPr>
      </w:pPr>
      <w:r w:rsidRPr="0024026C">
        <w:rPr>
          <w:b/>
          <w:u w:val="single"/>
        </w:rPr>
        <w:t xml:space="preserve">Ceny Díla – Rekapitulace – </w:t>
      </w:r>
      <w:r w:rsidRPr="004922E8">
        <w:rPr>
          <w:b/>
          <w:u w:val="single"/>
        </w:rPr>
        <w:t>celkem za stavbu 3 „Doplnění závor na přejezdu P2159 v km 105,549 trati Louny – Most“</w:t>
      </w:r>
    </w:p>
    <w:p w14:paraId="6FCDCEEA" w14:textId="77777777" w:rsidR="006716DC" w:rsidRPr="0024026C" w:rsidRDefault="006716DC" w:rsidP="006716DC">
      <w:pPr>
        <w:keepNext/>
        <w:spacing w:before="200" w:after="120" w:line="264" w:lineRule="auto"/>
        <w:rPr>
          <w:b/>
          <w:u w:val="single"/>
        </w:rPr>
      </w:pPr>
    </w:p>
    <w:p w14:paraId="4587E44A" w14:textId="77777777" w:rsidR="006716DC" w:rsidRPr="006A698D" w:rsidRDefault="006716DC" w:rsidP="006716DC">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94DB956" w14:textId="77777777" w:rsidR="006716DC" w:rsidRPr="006A698D" w:rsidRDefault="006716DC" w:rsidP="006716DC">
      <w:pPr>
        <w:spacing w:after="120" w:line="264" w:lineRule="auto"/>
        <w:jc w:val="both"/>
        <w:rPr>
          <w:sz w:val="18"/>
          <w:szCs w:val="18"/>
        </w:rPr>
      </w:pPr>
      <w:r w:rsidRPr="006A698D">
        <w:rPr>
          <w:sz w:val="18"/>
          <w:szCs w:val="18"/>
        </w:rPr>
        <w:t>Z toho:</w:t>
      </w:r>
    </w:p>
    <w:p w14:paraId="05CBD28A" w14:textId="77777777" w:rsidR="006716DC" w:rsidRPr="0024026C" w:rsidRDefault="006716DC" w:rsidP="006716DC">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7758B7BE"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18DFC65" w14:textId="77777777" w:rsidR="006716DC" w:rsidRPr="006A698D" w:rsidRDefault="006716DC" w:rsidP="006716D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F1878A5" w14:textId="77777777" w:rsidR="006716DC" w:rsidRDefault="006716DC" w:rsidP="006716D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8D9367F" w14:textId="77777777" w:rsidR="006716DC" w:rsidRPr="006A698D" w:rsidRDefault="006716DC" w:rsidP="006716DC">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6716DC"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6716DC">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6716DC"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6716DC">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6716DC"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6716DC">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6716DC" w:rsidRDefault="007742FA" w:rsidP="006716DC">
            <w:pPr>
              <w:pStyle w:val="Tabulka"/>
              <w:cnfStyle w:val="000000000000" w:firstRow="0" w:lastRow="0" w:firstColumn="0" w:lastColumn="0" w:oddVBand="0" w:evenVBand="0" w:oddHBand="0" w:evenHBand="0" w:firstRowFirstColumn="0" w:firstRowLastColumn="0" w:lastRowFirstColumn="0" w:lastRowLastColumn="0"/>
            </w:pPr>
            <w:r w:rsidRPr="006716DC">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6716DC"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6716DC">
              <w:t>Martin Svojše</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6716DC"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6716DC">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6716DC"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6716DC">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6716DC"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6716DC">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6716DC" w:rsidRDefault="00F12C16" w:rsidP="00D86204">
            <w:pPr>
              <w:pStyle w:val="Tabulka"/>
              <w:cnfStyle w:val="100000000000" w:firstRow="1" w:lastRow="0" w:firstColumn="0" w:lastColumn="0" w:oddVBand="0" w:evenVBand="0" w:oddHBand="0" w:evenHBand="0" w:firstRowFirstColumn="0" w:firstRowLastColumn="0" w:lastRowFirstColumn="0" w:lastRowLastColumn="0"/>
            </w:pPr>
            <w:r w:rsidRPr="006716DC">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6716DC" w:rsidRDefault="00C717BC" w:rsidP="00D86204">
            <w:pPr>
              <w:pStyle w:val="Tabulka"/>
              <w:cnfStyle w:val="000000000000" w:firstRow="0" w:lastRow="0" w:firstColumn="0" w:lastColumn="0" w:oddVBand="0" w:evenVBand="0" w:oddHBand="0" w:evenHBand="0" w:firstRowFirstColumn="0" w:firstRowLastColumn="0" w:lastRowFirstColumn="0" w:lastRowLastColumn="0"/>
            </w:pPr>
            <w:r w:rsidRPr="006716D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6716DC"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6716DC">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6716DC"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6716DC">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4D27969B" w14:textId="77777777" w:rsidR="006716DC" w:rsidRPr="00F95FBD" w:rsidRDefault="006716DC" w:rsidP="006716DC">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6716DC" w:rsidRPr="00F95FBD" w14:paraId="3723F456"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C98B8F"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FB98DC"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42A045D0"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79614B7D" w14:textId="77777777" w:rsidR="006716DC" w:rsidRPr="00F95FBD" w:rsidRDefault="006716DC" w:rsidP="00706D47">
            <w:pPr>
              <w:pStyle w:val="Tabulka"/>
            </w:pPr>
            <w:r w:rsidRPr="00F95FBD">
              <w:t>Adresa</w:t>
            </w:r>
          </w:p>
        </w:tc>
        <w:tc>
          <w:tcPr>
            <w:tcW w:w="5812" w:type="dxa"/>
          </w:tcPr>
          <w:p w14:paraId="2499FD89"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591883AB"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9A31CA0" w14:textId="77777777" w:rsidR="006716DC" w:rsidRPr="00F95FBD" w:rsidRDefault="006716DC" w:rsidP="00706D47">
            <w:pPr>
              <w:pStyle w:val="Tabulka"/>
            </w:pPr>
            <w:r w:rsidRPr="00F95FBD">
              <w:t>E-mail</w:t>
            </w:r>
          </w:p>
        </w:tc>
        <w:tc>
          <w:tcPr>
            <w:tcW w:w="5812" w:type="dxa"/>
          </w:tcPr>
          <w:p w14:paraId="218DD45C"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37F50798"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C802472" w14:textId="77777777" w:rsidR="006716DC" w:rsidRPr="00F95FBD" w:rsidRDefault="006716DC" w:rsidP="00706D47">
            <w:pPr>
              <w:pStyle w:val="Tabulka"/>
            </w:pPr>
            <w:r w:rsidRPr="00F95FBD">
              <w:t>Telefon</w:t>
            </w:r>
          </w:p>
        </w:tc>
        <w:tc>
          <w:tcPr>
            <w:tcW w:w="5812" w:type="dxa"/>
          </w:tcPr>
          <w:p w14:paraId="7B02DD69"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313533" w14:textId="77777777" w:rsidR="006716DC" w:rsidRPr="00F95FBD" w:rsidRDefault="006716DC" w:rsidP="006716DC">
      <w:pPr>
        <w:pStyle w:val="Tabulka"/>
      </w:pPr>
    </w:p>
    <w:p w14:paraId="50D2BD58" w14:textId="77777777" w:rsidR="006716DC" w:rsidRPr="00F95FBD" w:rsidRDefault="006716DC" w:rsidP="006716DC">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6716DC" w:rsidRPr="00F95FBD" w14:paraId="5939F2F6"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B6AE50"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4A08A1"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2489D442"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F2AA57B" w14:textId="77777777" w:rsidR="006716DC" w:rsidRPr="00F95FBD" w:rsidRDefault="006716DC" w:rsidP="00706D47">
            <w:pPr>
              <w:pStyle w:val="Tabulka"/>
            </w:pPr>
            <w:r w:rsidRPr="00F95FBD">
              <w:t>Adresa</w:t>
            </w:r>
          </w:p>
        </w:tc>
        <w:tc>
          <w:tcPr>
            <w:tcW w:w="5812" w:type="dxa"/>
          </w:tcPr>
          <w:p w14:paraId="421B188E"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2C0104BD"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56A0A531" w14:textId="77777777" w:rsidR="006716DC" w:rsidRPr="00F95FBD" w:rsidRDefault="006716DC" w:rsidP="00706D47">
            <w:pPr>
              <w:pStyle w:val="Tabulka"/>
            </w:pPr>
            <w:r w:rsidRPr="00F95FBD">
              <w:t>E-mail</w:t>
            </w:r>
          </w:p>
        </w:tc>
        <w:tc>
          <w:tcPr>
            <w:tcW w:w="5812" w:type="dxa"/>
          </w:tcPr>
          <w:p w14:paraId="6BEE31FF"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5141731F"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3E1F9F4D" w14:textId="77777777" w:rsidR="006716DC" w:rsidRPr="00F95FBD" w:rsidRDefault="006716DC" w:rsidP="00706D47">
            <w:pPr>
              <w:pStyle w:val="Tabulka"/>
            </w:pPr>
            <w:r w:rsidRPr="00F95FBD">
              <w:t>Telefon</w:t>
            </w:r>
          </w:p>
        </w:tc>
        <w:tc>
          <w:tcPr>
            <w:tcW w:w="5812" w:type="dxa"/>
          </w:tcPr>
          <w:p w14:paraId="5E2F223D"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EA5ADB" w14:textId="77777777" w:rsidR="006716DC" w:rsidRPr="00F95FBD" w:rsidRDefault="006716DC" w:rsidP="006716DC">
      <w:pPr>
        <w:pStyle w:val="Tabulka"/>
      </w:pPr>
    </w:p>
    <w:p w14:paraId="77AC614A" w14:textId="77777777" w:rsidR="006716DC" w:rsidRPr="00F95FBD" w:rsidRDefault="006716DC" w:rsidP="006716DC">
      <w:pPr>
        <w:pStyle w:val="Nadpistabulky"/>
        <w:rPr>
          <w:sz w:val="18"/>
          <w:szCs w:val="18"/>
        </w:rPr>
      </w:pPr>
      <w:r w:rsidRPr="00670313">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6716DC" w:rsidRPr="00F95FBD" w14:paraId="441AC8E1"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1D5D01"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85B26D"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4301BDFA"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52992BF1" w14:textId="77777777" w:rsidR="006716DC" w:rsidRPr="00F95FBD" w:rsidRDefault="006716DC" w:rsidP="00706D47">
            <w:pPr>
              <w:pStyle w:val="Tabulka"/>
            </w:pPr>
            <w:r w:rsidRPr="00F95FBD">
              <w:t>Adresa</w:t>
            </w:r>
          </w:p>
        </w:tc>
        <w:tc>
          <w:tcPr>
            <w:tcW w:w="5812" w:type="dxa"/>
          </w:tcPr>
          <w:p w14:paraId="59378BF9"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1963620D"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34E1F697" w14:textId="77777777" w:rsidR="006716DC" w:rsidRPr="00F95FBD" w:rsidRDefault="006716DC" w:rsidP="00706D47">
            <w:pPr>
              <w:pStyle w:val="Tabulka"/>
            </w:pPr>
            <w:r w:rsidRPr="00F95FBD">
              <w:t>E-mail</w:t>
            </w:r>
          </w:p>
        </w:tc>
        <w:tc>
          <w:tcPr>
            <w:tcW w:w="5812" w:type="dxa"/>
          </w:tcPr>
          <w:p w14:paraId="5BBDBF5E"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47657B4C"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4B54B97" w14:textId="77777777" w:rsidR="006716DC" w:rsidRPr="00F95FBD" w:rsidRDefault="006716DC" w:rsidP="00706D47">
            <w:pPr>
              <w:pStyle w:val="Tabulka"/>
            </w:pPr>
            <w:r w:rsidRPr="00F95FBD">
              <w:t>Telefon</w:t>
            </w:r>
          </w:p>
        </w:tc>
        <w:tc>
          <w:tcPr>
            <w:tcW w:w="5812" w:type="dxa"/>
          </w:tcPr>
          <w:p w14:paraId="0A21A28C"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37F36B" w14:textId="77777777" w:rsidR="006716DC" w:rsidRPr="00F95FBD" w:rsidRDefault="006716DC" w:rsidP="006716DC">
      <w:pPr>
        <w:pStyle w:val="Tabulka"/>
      </w:pPr>
    </w:p>
    <w:p w14:paraId="4C821D6C" w14:textId="77777777" w:rsidR="006716DC" w:rsidRPr="00F95FBD" w:rsidRDefault="006716DC" w:rsidP="006716DC">
      <w:pPr>
        <w:pStyle w:val="Nadpistabulky"/>
        <w:rPr>
          <w:sz w:val="18"/>
          <w:szCs w:val="18"/>
        </w:rPr>
      </w:pPr>
      <w:r w:rsidRPr="00670313">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6716DC" w:rsidRPr="00F95FBD" w14:paraId="516CDAE7"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F9200"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80D4B5"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40AFE1B0"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58169DC4" w14:textId="77777777" w:rsidR="006716DC" w:rsidRPr="00F95FBD" w:rsidRDefault="006716DC" w:rsidP="00706D47">
            <w:pPr>
              <w:pStyle w:val="Tabulka"/>
            </w:pPr>
            <w:r w:rsidRPr="00F95FBD">
              <w:t>Adresa</w:t>
            </w:r>
          </w:p>
        </w:tc>
        <w:tc>
          <w:tcPr>
            <w:tcW w:w="5812" w:type="dxa"/>
          </w:tcPr>
          <w:p w14:paraId="76AF5DD6"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613A2E77"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3671FC06" w14:textId="77777777" w:rsidR="006716DC" w:rsidRPr="00F95FBD" w:rsidRDefault="006716DC" w:rsidP="00706D47">
            <w:pPr>
              <w:pStyle w:val="Tabulka"/>
            </w:pPr>
            <w:r w:rsidRPr="00F95FBD">
              <w:t>E-mail</w:t>
            </w:r>
          </w:p>
        </w:tc>
        <w:tc>
          <w:tcPr>
            <w:tcW w:w="5812" w:type="dxa"/>
          </w:tcPr>
          <w:p w14:paraId="4DDE38E9"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044FDAB1"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01573AF" w14:textId="77777777" w:rsidR="006716DC" w:rsidRPr="00F95FBD" w:rsidRDefault="006716DC" w:rsidP="00706D47">
            <w:pPr>
              <w:pStyle w:val="Tabulka"/>
            </w:pPr>
            <w:r w:rsidRPr="00F95FBD">
              <w:lastRenderedPageBreak/>
              <w:t>Telefon</w:t>
            </w:r>
          </w:p>
        </w:tc>
        <w:tc>
          <w:tcPr>
            <w:tcW w:w="5812" w:type="dxa"/>
          </w:tcPr>
          <w:p w14:paraId="2203BBFF"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855C7F" w14:textId="77777777" w:rsidR="006716DC" w:rsidRPr="00F95FBD" w:rsidRDefault="006716DC" w:rsidP="006716DC">
      <w:pPr>
        <w:pStyle w:val="Tabulka"/>
      </w:pPr>
    </w:p>
    <w:p w14:paraId="453A1D59" w14:textId="77777777" w:rsidR="006716DC" w:rsidRPr="00F95FBD" w:rsidRDefault="006716DC" w:rsidP="006716DC">
      <w:pPr>
        <w:pStyle w:val="Nadpistabulky"/>
        <w:rPr>
          <w:sz w:val="18"/>
          <w:szCs w:val="18"/>
        </w:rPr>
      </w:pPr>
      <w:r w:rsidRPr="00670313">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6716DC" w:rsidRPr="00F95FBD" w14:paraId="5DD2BDE3"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84B56C"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30E520"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0126A17F"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78CB8F51" w14:textId="77777777" w:rsidR="006716DC" w:rsidRPr="00F95FBD" w:rsidRDefault="006716DC" w:rsidP="00706D47">
            <w:pPr>
              <w:pStyle w:val="Tabulka"/>
            </w:pPr>
            <w:r w:rsidRPr="00F95FBD">
              <w:t>Adresa</w:t>
            </w:r>
          </w:p>
        </w:tc>
        <w:tc>
          <w:tcPr>
            <w:tcW w:w="5812" w:type="dxa"/>
          </w:tcPr>
          <w:p w14:paraId="34461F2C"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3433D2DF"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420E35B1" w14:textId="77777777" w:rsidR="006716DC" w:rsidRPr="00F95FBD" w:rsidRDefault="006716DC" w:rsidP="00706D47">
            <w:pPr>
              <w:pStyle w:val="Tabulka"/>
            </w:pPr>
            <w:r w:rsidRPr="00F95FBD">
              <w:t>E-mail</w:t>
            </w:r>
          </w:p>
        </w:tc>
        <w:tc>
          <w:tcPr>
            <w:tcW w:w="5812" w:type="dxa"/>
          </w:tcPr>
          <w:p w14:paraId="362E95C1"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3ED76806"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432D92F9" w14:textId="77777777" w:rsidR="006716DC" w:rsidRPr="00F95FBD" w:rsidRDefault="006716DC" w:rsidP="00706D47">
            <w:pPr>
              <w:pStyle w:val="Tabulka"/>
            </w:pPr>
            <w:r w:rsidRPr="00F95FBD">
              <w:t>Telefon</w:t>
            </w:r>
          </w:p>
        </w:tc>
        <w:tc>
          <w:tcPr>
            <w:tcW w:w="5812" w:type="dxa"/>
          </w:tcPr>
          <w:p w14:paraId="466C2BC1"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E9102" w14:textId="77777777" w:rsidR="006716DC" w:rsidRPr="00F95FBD" w:rsidRDefault="006716DC" w:rsidP="006716DC">
      <w:pPr>
        <w:pStyle w:val="Tabulka"/>
      </w:pPr>
    </w:p>
    <w:p w14:paraId="71CDE9F7" w14:textId="77777777" w:rsidR="006716DC" w:rsidRPr="00F95FBD" w:rsidRDefault="006716DC" w:rsidP="006716DC">
      <w:pPr>
        <w:pStyle w:val="Tabulka"/>
      </w:pPr>
    </w:p>
    <w:p w14:paraId="0395ACAF" w14:textId="77777777" w:rsidR="006716DC" w:rsidRPr="00F95FBD" w:rsidRDefault="006716DC" w:rsidP="006716DC">
      <w:pPr>
        <w:pStyle w:val="Nadpistabulky"/>
        <w:rPr>
          <w:sz w:val="18"/>
          <w:szCs w:val="18"/>
        </w:rPr>
      </w:pPr>
      <w:r w:rsidRPr="00670313">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6716DC" w:rsidRPr="00F95FBD" w14:paraId="583F544C" w14:textId="77777777" w:rsidTr="00706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0E641B" w14:textId="77777777" w:rsidR="006716DC" w:rsidRPr="00F95FBD" w:rsidRDefault="006716DC" w:rsidP="00706D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32331EE" w14:textId="77777777" w:rsidR="006716DC" w:rsidRPr="00F95FBD" w:rsidRDefault="006716DC" w:rsidP="00706D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16DC" w:rsidRPr="00F95FBD" w14:paraId="29518237"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1091C37A" w14:textId="77777777" w:rsidR="006716DC" w:rsidRPr="00F95FBD" w:rsidRDefault="006716DC" w:rsidP="00706D47">
            <w:pPr>
              <w:pStyle w:val="Tabulka"/>
            </w:pPr>
            <w:r w:rsidRPr="00F95FBD">
              <w:t>Adresa</w:t>
            </w:r>
          </w:p>
        </w:tc>
        <w:tc>
          <w:tcPr>
            <w:tcW w:w="5812" w:type="dxa"/>
          </w:tcPr>
          <w:p w14:paraId="4304C6F5"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104F8EF2"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36FD5052" w14:textId="77777777" w:rsidR="006716DC" w:rsidRPr="00F95FBD" w:rsidRDefault="006716DC" w:rsidP="00706D47">
            <w:pPr>
              <w:pStyle w:val="Tabulka"/>
            </w:pPr>
            <w:r w:rsidRPr="00F95FBD">
              <w:t>E-mail</w:t>
            </w:r>
          </w:p>
        </w:tc>
        <w:tc>
          <w:tcPr>
            <w:tcW w:w="5812" w:type="dxa"/>
          </w:tcPr>
          <w:p w14:paraId="2EFF398C"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6DC" w:rsidRPr="00F95FBD" w14:paraId="14B5B24B" w14:textId="77777777" w:rsidTr="00706D47">
        <w:tc>
          <w:tcPr>
            <w:cnfStyle w:val="001000000000" w:firstRow="0" w:lastRow="0" w:firstColumn="1" w:lastColumn="0" w:oddVBand="0" w:evenVBand="0" w:oddHBand="0" w:evenHBand="0" w:firstRowFirstColumn="0" w:firstRowLastColumn="0" w:lastRowFirstColumn="0" w:lastRowLastColumn="0"/>
            <w:tcW w:w="3056" w:type="dxa"/>
          </w:tcPr>
          <w:p w14:paraId="572BA0A5" w14:textId="77777777" w:rsidR="006716DC" w:rsidRPr="00F95FBD" w:rsidRDefault="006716DC" w:rsidP="00706D47">
            <w:pPr>
              <w:pStyle w:val="Tabulka"/>
            </w:pPr>
            <w:r w:rsidRPr="00F95FBD">
              <w:t>Telefon</w:t>
            </w:r>
          </w:p>
        </w:tc>
        <w:tc>
          <w:tcPr>
            <w:tcW w:w="5812" w:type="dxa"/>
          </w:tcPr>
          <w:p w14:paraId="3FBEC5C3" w14:textId="77777777" w:rsidR="006716DC" w:rsidRPr="00F95FBD" w:rsidRDefault="006716DC" w:rsidP="00706D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6716DC">
              <w:t xml:space="preserve">Minimálně </w:t>
            </w:r>
            <w:r w:rsidR="00CB6C59" w:rsidRPr="006716DC">
              <w:t>30</w:t>
            </w:r>
            <w:r w:rsidRPr="006716DC">
              <w:t xml:space="preserve"> mil. Kč na jednu pojistnou událost</w:t>
            </w:r>
            <w:r w:rsidR="00A349C6" w:rsidRPr="006716DC">
              <w:t xml:space="preserve"> a </w:t>
            </w:r>
            <w:r w:rsidR="00CB6C59" w:rsidRPr="006716DC">
              <w:t>100</w:t>
            </w:r>
            <w:r w:rsidRPr="006716DC">
              <w:t xml:space="preserve"> mil. Kč</w:t>
            </w:r>
            <w:r w:rsidR="00A349C6" w:rsidRPr="006716DC">
              <w:t xml:space="preserve"> v </w:t>
            </w:r>
            <w:r w:rsidRPr="006716DC">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706D47">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706D47">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706D47">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706D47">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706D47">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706D47">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706D47">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706D47">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706D47">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706D47">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706D47">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706D47">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706D47">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706D47">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706D47">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706D47">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706D47">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706D47">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706D47">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706D47">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706D47">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706D47">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706D47">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706D47">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706D47">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706D47">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706D47">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706D47">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706D47">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706D47">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706D47">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706D47">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706D47">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706D47">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706D47">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706D47">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706D47">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706D47">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706D47">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706D47">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706D47">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706D47">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706D47">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706D47">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706D47">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706D47">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706D47">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706D47">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706D47">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706D47">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706D47">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706D47">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706D47">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706D47">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706D47">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67368" w14:textId="77777777" w:rsidR="004403E0" w:rsidRDefault="004403E0" w:rsidP="00962258">
      <w:pPr>
        <w:spacing w:after="0" w:line="240" w:lineRule="auto"/>
      </w:pPr>
      <w:r>
        <w:separator/>
      </w:r>
    </w:p>
  </w:endnote>
  <w:endnote w:type="continuationSeparator" w:id="0">
    <w:p w14:paraId="7AD4F5AA" w14:textId="77777777" w:rsidR="004403E0" w:rsidRDefault="004403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4104960C" w14:textId="77777777" w:rsidTr="00F13FDA">
      <w:tc>
        <w:tcPr>
          <w:tcW w:w="1021" w:type="dxa"/>
          <w:vAlign w:val="bottom"/>
        </w:tcPr>
        <w:p w14:paraId="6ABBE6D0" w14:textId="19EF24D4" w:rsidR="00706D47" w:rsidRPr="00B8518B" w:rsidRDefault="00706D4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5FA3">
            <w:rPr>
              <w:rStyle w:val="slostrnky"/>
              <w:noProof/>
            </w:rPr>
            <w:t>35</w:t>
          </w:r>
          <w:r w:rsidRPr="00B8518B">
            <w:rPr>
              <w:rStyle w:val="slostrnky"/>
            </w:rPr>
            <w:fldChar w:fldCharType="end"/>
          </w:r>
        </w:p>
      </w:tc>
      <w:tc>
        <w:tcPr>
          <w:tcW w:w="0" w:type="auto"/>
          <w:vAlign w:val="bottom"/>
        </w:tcPr>
        <w:p w14:paraId="45929B6B" w14:textId="77777777" w:rsidR="00706D47" w:rsidRDefault="00706D47" w:rsidP="00F13FDA">
          <w:pPr>
            <w:pStyle w:val="Zpatvlevo"/>
          </w:pPr>
          <w:r w:rsidRPr="00B41CFD">
            <w:t>Smlouva o dílo</w:t>
          </w:r>
        </w:p>
        <w:p w14:paraId="24613A41" w14:textId="77777777" w:rsidR="00706D47" w:rsidRPr="003462EB" w:rsidRDefault="00706D47" w:rsidP="00B63BD1">
          <w:pPr>
            <w:pStyle w:val="Zpatvlevo"/>
          </w:pPr>
          <w:r>
            <w:t>Z</w:t>
          </w:r>
          <w:r w:rsidRPr="00B63BD1">
            <w:t>hotovení Projektové dokumentace a stavby</w:t>
          </w:r>
        </w:p>
      </w:tc>
    </w:tr>
  </w:tbl>
  <w:p w14:paraId="67FD1A4E" w14:textId="77777777" w:rsidR="00706D47" w:rsidRPr="00F13FDA" w:rsidRDefault="00706D4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4820A0B9" w14:textId="77777777" w:rsidTr="00F13FDA">
      <w:tc>
        <w:tcPr>
          <w:tcW w:w="1021" w:type="dxa"/>
          <w:vAlign w:val="bottom"/>
        </w:tcPr>
        <w:p w14:paraId="19D7CA9E" w14:textId="77777777"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706D47" w:rsidRPr="00DD4862" w:rsidRDefault="00706D47" w:rsidP="00F13FDA">
          <w:pPr>
            <w:pStyle w:val="Zpatvlevo"/>
            <w:rPr>
              <w:b/>
            </w:rPr>
          </w:pPr>
          <w:r>
            <w:rPr>
              <w:b/>
            </w:rPr>
            <w:t>Příloha č. 5</w:t>
          </w:r>
        </w:p>
        <w:p w14:paraId="313CFA21" w14:textId="77777777" w:rsidR="00706D47" w:rsidRDefault="00706D47" w:rsidP="00F13FDA">
          <w:pPr>
            <w:pStyle w:val="Zpatvlevo"/>
          </w:pPr>
          <w:r w:rsidRPr="00B41CFD">
            <w:t>Smlouva o dílo</w:t>
          </w:r>
        </w:p>
        <w:p w14:paraId="0B549D3B" w14:textId="77777777" w:rsidR="00706D47" w:rsidRPr="003462EB" w:rsidRDefault="00706D47" w:rsidP="00F13FDA">
          <w:pPr>
            <w:pStyle w:val="Zpatvlevo"/>
          </w:pPr>
          <w:r>
            <w:t>Z</w:t>
          </w:r>
          <w:r w:rsidRPr="00B63BD1">
            <w:t>hotovení Projektové dokumentace a stavby</w:t>
          </w:r>
        </w:p>
      </w:tc>
    </w:tr>
  </w:tbl>
  <w:p w14:paraId="26C2AD34" w14:textId="77777777" w:rsidR="00706D47" w:rsidRPr="00F13FDA" w:rsidRDefault="00706D4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3B39B85F" w14:textId="77777777" w:rsidTr="00934B6B">
      <w:tc>
        <w:tcPr>
          <w:tcW w:w="0" w:type="auto"/>
          <w:tcMar>
            <w:left w:w="0" w:type="dxa"/>
            <w:right w:w="0" w:type="dxa"/>
          </w:tcMar>
          <w:vAlign w:val="bottom"/>
        </w:tcPr>
        <w:p w14:paraId="3B62B9D3" w14:textId="77777777" w:rsidR="00706D47" w:rsidRPr="00DD4862" w:rsidRDefault="00706D47" w:rsidP="00934B6B">
          <w:pPr>
            <w:pStyle w:val="Zpatvpravo"/>
            <w:rPr>
              <w:b/>
            </w:rPr>
          </w:pPr>
          <w:r w:rsidRPr="00DD4862">
            <w:rPr>
              <w:b/>
            </w:rPr>
            <w:t xml:space="preserve">Příloha č. </w:t>
          </w:r>
          <w:r>
            <w:rPr>
              <w:b/>
            </w:rPr>
            <w:t>5</w:t>
          </w:r>
        </w:p>
        <w:p w14:paraId="557FAB05" w14:textId="77777777" w:rsidR="00706D47" w:rsidRPr="003462EB" w:rsidRDefault="00706D47" w:rsidP="00934B6B">
          <w:pPr>
            <w:pStyle w:val="Zpatvpravo"/>
          </w:pPr>
          <w:r>
            <w:t>Smlouva o dílo</w:t>
          </w:r>
        </w:p>
        <w:p w14:paraId="1DD0B0B7"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7B377D65"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3062E164" w14:textId="77777777" w:rsidR="00706D47" w:rsidRPr="00B8518B" w:rsidRDefault="00706D4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2882275F" w14:textId="77777777" w:rsidTr="00F13FDA">
      <w:tc>
        <w:tcPr>
          <w:tcW w:w="1021" w:type="dxa"/>
          <w:vAlign w:val="bottom"/>
        </w:tcPr>
        <w:p w14:paraId="5C8D9169" w14:textId="11D4D5DD"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95FA3">
            <w:rPr>
              <w:rStyle w:val="slostrnky"/>
              <w:noProof/>
            </w:rPr>
            <w:t>4</w:t>
          </w:r>
          <w:r>
            <w:rPr>
              <w:rStyle w:val="slostrnky"/>
            </w:rPr>
            <w:fldChar w:fldCharType="end"/>
          </w:r>
        </w:p>
      </w:tc>
      <w:tc>
        <w:tcPr>
          <w:tcW w:w="0" w:type="auto"/>
          <w:vAlign w:val="bottom"/>
        </w:tcPr>
        <w:p w14:paraId="3E105F62" w14:textId="77777777" w:rsidR="00706D47" w:rsidRPr="00DD4862" w:rsidRDefault="00706D47" w:rsidP="00F13FDA">
          <w:pPr>
            <w:pStyle w:val="Zpatvlevo"/>
            <w:rPr>
              <w:b/>
            </w:rPr>
          </w:pPr>
          <w:r>
            <w:rPr>
              <w:b/>
            </w:rPr>
            <w:t>Příloha č. 6</w:t>
          </w:r>
        </w:p>
        <w:p w14:paraId="1527FE35" w14:textId="77777777" w:rsidR="00706D47" w:rsidRDefault="00706D47" w:rsidP="00F13FDA">
          <w:pPr>
            <w:pStyle w:val="Zpatvlevo"/>
          </w:pPr>
          <w:r w:rsidRPr="00B41CFD">
            <w:t>Smlouva o dílo</w:t>
          </w:r>
        </w:p>
        <w:p w14:paraId="3A4FF54C" w14:textId="77777777" w:rsidR="00706D47" w:rsidRPr="003462EB" w:rsidRDefault="00706D47" w:rsidP="00F13FDA">
          <w:pPr>
            <w:pStyle w:val="Zpatvlevo"/>
          </w:pPr>
          <w:r>
            <w:t>Z</w:t>
          </w:r>
          <w:r w:rsidRPr="00B63BD1">
            <w:t>hotovení Projektové dokumentace a stavby</w:t>
          </w:r>
        </w:p>
      </w:tc>
    </w:tr>
  </w:tbl>
  <w:p w14:paraId="242D3B49" w14:textId="77777777" w:rsidR="00706D47" w:rsidRPr="00F13FDA" w:rsidRDefault="00706D4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338E7D44" w14:textId="77777777" w:rsidTr="00934B6B">
      <w:tc>
        <w:tcPr>
          <w:tcW w:w="0" w:type="auto"/>
          <w:tcMar>
            <w:left w:w="0" w:type="dxa"/>
            <w:right w:w="0" w:type="dxa"/>
          </w:tcMar>
          <w:vAlign w:val="bottom"/>
        </w:tcPr>
        <w:p w14:paraId="467ACD65" w14:textId="77777777" w:rsidR="00706D47" w:rsidRPr="00DD4862" w:rsidRDefault="00706D47" w:rsidP="00934B6B">
          <w:pPr>
            <w:pStyle w:val="Zpatvpravo"/>
            <w:rPr>
              <w:b/>
            </w:rPr>
          </w:pPr>
          <w:r w:rsidRPr="00DD4862">
            <w:rPr>
              <w:b/>
            </w:rPr>
            <w:t xml:space="preserve">Příloha č. </w:t>
          </w:r>
          <w:r>
            <w:rPr>
              <w:b/>
            </w:rPr>
            <w:t>6</w:t>
          </w:r>
        </w:p>
        <w:p w14:paraId="702671EE" w14:textId="77777777" w:rsidR="00706D47" w:rsidRPr="003462EB" w:rsidRDefault="00706D47" w:rsidP="00934B6B">
          <w:pPr>
            <w:pStyle w:val="Zpatvpravo"/>
          </w:pPr>
          <w:r>
            <w:t>Smlouva o dílo</w:t>
          </w:r>
        </w:p>
        <w:p w14:paraId="0DEDBA4A"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F154249"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4</w:t>
          </w:r>
          <w:r>
            <w:rPr>
              <w:rStyle w:val="slostrnky"/>
            </w:rPr>
            <w:fldChar w:fldCharType="end"/>
          </w:r>
        </w:p>
      </w:tc>
    </w:tr>
  </w:tbl>
  <w:p w14:paraId="7C686CF2" w14:textId="77777777" w:rsidR="00706D47" w:rsidRPr="00B8518B" w:rsidRDefault="00706D4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67128925" w14:textId="77777777" w:rsidTr="00F13FDA">
      <w:tc>
        <w:tcPr>
          <w:tcW w:w="1021" w:type="dxa"/>
          <w:vAlign w:val="bottom"/>
        </w:tcPr>
        <w:p w14:paraId="0C3A5B7E" w14:textId="77777777"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706D47" w:rsidRPr="00DD4862" w:rsidRDefault="00706D47" w:rsidP="00F13FDA">
          <w:pPr>
            <w:pStyle w:val="Zpatvlevo"/>
            <w:rPr>
              <w:b/>
            </w:rPr>
          </w:pPr>
          <w:r>
            <w:rPr>
              <w:b/>
            </w:rPr>
            <w:t>Příloha č. 7</w:t>
          </w:r>
        </w:p>
        <w:p w14:paraId="3940C1D6" w14:textId="77777777" w:rsidR="00706D47" w:rsidRDefault="00706D47" w:rsidP="00F13FDA">
          <w:pPr>
            <w:pStyle w:val="Zpatvlevo"/>
          </w:pPr>
          <w:r w:rsidRPr="00B41CFD">
            <w:t>Smlouva o dílo</w:t>
          </w:r>
        </w:p>
        <w:p w14:paraId="04590B48" w14:textId="77777777" w:rsidR="00706D47" w:rsidRPr="003462EB" w:rsidRDefault="00706D47" w:rsidP="00F13FDA">
          <w:pPr>
            <w:pStyle w:val="Zpatvlevo"/>
          </w:pPr>
          <w:r>
            <w:t>Z</w:t>
          </w:r>
          <w:r w:rsidRPr="00B63BD1">
            <w:t>hotovení Projektové dokumentace a stavby</w:t>
          </w:r>
        </w:p>
      </w:tc>
    </w:tr>
  </w:tbl>
  <w:p w14:paraId="4D242EED" w14:textId="77777777" w:rsidR="00706D47" w:rsidRPr="00F13FDA" w:rsidRDefault="00706D4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71F39DDC" w14:textId="77777777" w:rsidTr="00934B6B">
      <w:tc>
        <w:tcPr>
          <w:tcW w:w="0" w:type="auto"/>
          <w:tcMar>
            <w:left w:w="0" w:type="dxa"/>
            <w:right w:w="0" w:type="dxa"/>
          </w:tcMar>
          <w:vAlign w:val="bottom"/>
        </w:tcPr>
        <w:p w14:paraId="43368CA0" w14:textId="77777777" w:rsidR="00706D47" w:rsidRPr="00DD4862" w:rsidRDefault="00706D47" w:rsidP="00934B6B">
          <w:pPr>
            <w:pStyle w:val="Zpatvpravo"/>
            <w:rPr>
              <w:b/>
            </w:rPr>
          </w:pPr>
          <w:r w:rsidRPr="00DD4862">
            <w:rPr>
              <w:b/>
            </w:rPr>
            <w:t xml:space="preserve">Příloha č. </w:t>
          </w:r>
          <w:r>
            <w:rPr>
              <w:b/>
            </w:rPr>
            <w:t>7</w:t>
          </w:r>
        </w:p>
        <w:p w14:paraId="1EBDBB95" w14:textId="77777777" w:rsidR="00706D47" w:rsidRPr="003462EB" w:rsidRDefault="00706D47" w:rsidP="00934B6B">
          <w:pPr>
            <w:pStyle w:val="Zpatvpravo"/>
          </w:pPr>
          <w:r>
            <w:t>Smlouva o dílo</w:t>
          </w:r>
        </w:p>
        <w:p w14:paraId="6FD202BE"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D859236"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29FBE57A" w14:textId="77777777" w:rsidR="00706D47" w:rsidRPr="00B8518B" w:rsidRDefault="00706D4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211901E4" w14:textId="77777777" w:rsidTr="00F13FDA">
      <w:tc>
        <w:tcPr>
          <w:tcW w:w="1021" w:type="dxa"/>
          <w:vAlign w:val="bottom"/>
        </w:tcPr>
        <w:p w14:paraId="78474B11" w14:textId="77777777"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706D47" w:rsidRPr="00DD4862" w:rsidRDefault="00706D47" w:rsidP="00F13FDA">
          <w:pPr>
            <w:pStyle w:val="Zpatvlevo"/>
            <w:rPr>
              <w:b/>
            </w:rPr>
          </w:pPr>
          <w:r>
            <w:rPr>
              <w:b/>
            </w:rPr>
            <w:t>Příloha č. 8</w:t>
          </w:r>
        </w:p>
        <w:p w14:paraId="43DCB144" w14:textId="77777777" w:rsidR="00706D47" w:rsidRDefault="00706D47" w:rsidP="00F13FDA">
          <w:pPr>
            <w:pStyle w:val="Zpatvlevo"/>
          </w:pPr>
          <w:r w:rsidRPr="00B41CFD">
            <w:t>Smlouva o dílo</w:t>
          </w:r>
        </w:p>
        <w:p w14:paraId="04894497" w14:textId="77777777" w:rsidR="00706D47" w:rsidRPr="003462EB" w:rsidRDefault="00706D47" w:rsidP="00F13FDA">
          <w:pPr>
            <w:pStyle w:val="Zpatvlevo"/>
          </w:pPr>
          <w:r>
            <w:t>Z</w:t>
          </w:r>
          <w:r w:rsidRPr="00B63BD1">
            <w:t>hotovení Projektové dokumentace a stavby</w:t>
          </w:r>
        </w:p>
      </w:tc>
    </w:tr>
  </w:tbl>
  <w:p w14:paraId="576A41AC" w14:textId="77777777" w:rsidR="00706D47" w:rsidRPr="00F13FDA" w:rsidRDefault="00706D4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5ACBFFFE" w14:textId="77777777" w:rsidTr="00934B6B">
      <w:tc>
        <w:tcPr>
          <w:tcW w:w="0" w:type="auto"/>
          <w:tcMar>
            <w:left w:w="0" w:type="dxa"/>
            <w:right w:w="0" w:type="dxa"/>
          </w:tcMar>
          <w:vAlign w:val="bottom"/>
        </w:tcPr>
        <w:p w14:paraId="4898DBD2" w14:textId="77777777" w:rsidR="00706D47" w:rsidRPr="00DD4862" w:rsidRDefault="00706D47" w:rsidP="00934B6B">
          <w:pPr>
            <w:pStyle w:val="Zpatvpravo"/>
            <w:rPr>
              <w:b/>
            </w:rPr>
          </w:pPr>
          <w:r w:rsidRPr="00DD4862">
            <w:rPr>
              <w:b/>
            </w:rPr>
            <w:t xml:space="preserve">Příloha č. </w:t>
          </w:r>
          <w:r>
            <w:rPr>
              <w:b/>
            </w:rPr>
            <w:t>8</w:t>
          </w:r>
        </w:p>
        <w:p w14:paraId="2B35F55C" w14:textId="77777777" w:rsidR="00706D47" w:rsidRPr="003462EB" w:rsidRDefault="00706D47" w:rsidP="00934B6B">
          <w:pPr>
            <w:pStyle w:val="Zpatvpravo"/>
          </w:pPr>
          <w:r>
            <w:t>Smlouva o dílo</w:t>
          </w:r>
        </w:p>
        <w:p w14:paraId="50129DBE"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73945EB"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5F28876B" w14:textId="77777777" w:rsidR="00706D47" w:rsidRPr="00B8518B" w:rsidRDefault="00706D4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06D47" w:rsidRPr="009E09BE" w14:paraId="6E72BFB4" w14:textId="77777777" w:rsidTr="00904902">
      <w:tc>
        <w:tcPr>
          <w:tcW w:w="0" w:type="auto"/>
          <w:tcMar>
            <w:left w:w="0" w:type="dxa"/>
            <w:right w:w="0" w:type="dxa"/>
          </w:tcMar>
          <w:vAlign w:val="bottom"/>
        </w:tcPr>
        <w:p w14:paraId="13963E55" w14:textId="77777777" w:rsidR="00706D47" w:rsidRPr="00DD4862" w:rsidRDefault="00706D47" w:rsidP="00DC37EC">
          <w:pPr>
            <w:pStyle w:val="Zpatvpravo"/>
            <w:rPr>
              <w:b/>
            </w:rPr>
          </w:pPr>
          <w:r w:rsidRPr="00DD4862">
            <w:rPr>
              <w:b/>
            </w:rPr>
            <w:t xml:space="preserve">Příloha č. </w:t>
          </w:r>
          <w:r>
            <w:rPr>
              <w:b/>
            </w:rPr>
            <w:t>10</w:t>
          </w:r>
        </w:p>
        <w:p w14:paraId="05E207F7" w14:textId="77777777" w:rsidR="00706D47" w:rsidRPr="003462EB" w:rsidRDefault="00706D47" w:rsidP="00DC37EC">
          <w:pPr>
            <w:pStyle w:val="Zpatvpravo"/>
          </w:pPr>
          <w:r>
            <w:t>Smlouva o dílo</w:t>
          </w:r>
        </w:p>
        <w:p w14:paraId="4B585457" w14:textId="77777777" w:rsidR="00706D47" w:rsidRPr="003462EB" w:rsidRDefault="00706D47"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706D47" w:rsidRPr="00B8518B" w:rsidRDefault="00706D47" w:rsidP="00DC37EC">
          <w:pPr>
            <w:pStyle w:val="Zpatvpravo"/>
            <w:rPr>
              <w:rStyle w:val="slostrnky"/>
            </w:rPr>
          </w:pPr>
        </w:p>
      </w:tc>
      <w:tc>
        <w:tcPr>
          <w:tcW w:w="1021" w:type="dxa"/>
          <w:vAlign w:val="bottom"/>
        </w:tcPr>
        <w:p w14:paraId="541CC307" w14:textId="3912DC1B" w:rsidR="00706D47" w:rsidRPr="009E09BE" w:rsidRDefault="00706D4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6</w:t>
          </w:r>
          <w:r>
            <w:rPr>
              <w:rStyle w:val="slostrnky"/>
            </w:rPr>
            <w:fldChar w:fldCharType="end"/>
          </w:r>
        </w:p>
      </w:tc>
    </w:tr>
  </w:tbl>
  <w:p w14:paraId="43314644" w14:textId="77777777" w:rsidR="00706D47" w:rsidRPr="00B8518B" w:rsidRDefault="00706D47" w:rsidP="00DC37EC">
    <w:pPr>
      <w:pStyle w:val="Zpat"/>
      <w:rPr>
        <w:sz w:val="2"/>
        <w:szCs w:val="2"/>
      </w:rPr>
    </w:pPr>
  </w:p>
  <w:p w14:paraId="54616B81" w14:textId="77777777" w:rsidR="00706D47" w:rsidRPr="00DC37EC" w:rsidRDefault="00706D47"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06D47" w:rsidRPr="009E09BE" w14:paraId="5DFA6D30" w14:textId="77777777" w:rsidTr="00DC37EC">
      <w:tc>
        <w:tcPr>
          <w:tcW w:w="0" w:type="auto"/>
          <w:tcMar>
            <w:left w:w="0" w:type="dxa"/>
            <w:right w:w="0" w:type="dxa"/>
          </w:tcMar>
          <w:vAlign w:val="bottom"/>
        </w:tcPr>
        <w:p w14:paraId="3F33D809" w14:textId="77777777" w:rsidR="00706D47" w:rsidRPr="00DD4862" w:rsidRDefault="00706D47" w:rsidP="00DC37EC">
          <w:pPr>
            <w:pStyle w:val="Zpatvpravo"/>
            <w:rPr>
              <w:b/>
            </w:rPr>
          </w:pPr>
          <w:r w:rsidRPr="00DD4862">
            <w:rPr>
              <w:b/>
            </w:rPr>
            <w:t xml:space="preserve">Příloha č. </w:t>
          </w:r>
          <w:r>
            <w:rPr>
              <w:b/>
            </w:rPr>
            <w:t>9</w:t>
          </w:r>
        </w:p>
        <w:p w14:paraId="42F3AB09" w14:textId="77777777" w:rsidR="00706D47" w:rsidRPr="003462EB" w:rsidRDefault="00706D47" w:rsidP="00DC37EC">
          <w:pPr>
            <w:pStyle w:val="Zpatvpravo"/>
          </w:pPr>
          <w:r>
            <w:t>Smlouva o dílo</w:t>
          </w:r>
        </w:p>
        <w:p w14:paraId="18F542FA" w14:textId="77777777" w:rsidR="00706D47" w:rsidRPr="003462EB" w:rsidRDefault="00706D47"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706D47" w:rsidRPr="00B8518B" w:rsidRDefault="00706D47" w:rsidP="00DC37EC">
          <w:pPr>
            <w:pStyle w:val="Zpatvpravo"/>
            <w:rPr>
              <w:rStyle w:val="slostrnky"/>
            </w:rPr>
          </w:pPr>
        </w:p>
      </w:tc>
      <w:tc>
        <w:tcPr>
          <w:tcW w:w="1021" w:type="dxa"/>
          <w:vAlign w:val="bottom"/>
        </w:tcPr>
        <w:p w14:paraId="576522F1" w14:textId="1FEAF3FE" w:rsidR="00706D47" w:rsidRPr="009E09BE" w:rsidRDefault="00706D4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6B3BAB05" w14:textId="77777777" w:rsidR="00706D47" w:rsidRPr="00B8518B" w:rsidRDefault="00706D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3081D676" w14:textId="77777777" w:rsidTr="00F13FDA">
      <w:tc>
        <w:tcPr>
          <w:tcW w:w="0" w:type="auto"/>
          <w:tcMar>
            <w:left w:w="0" w:type="dxa"/>
            <w:right w:w="0" w:type="dxa"/>
          </w:tcMar>
          <w:vAlign w:val="bottom"/>
        </w:tcPr>
        <w:p w14:paraId="040E065A" w14:textId="77777777" w:rsidR="00706D47" w:rsidRPr="003462EB" w:rsidRDefault="00706D47" w:rsidP="00F13FDA">
          <w:pPr>
            <w:pStyle w:val="Zpatvpravo"/>
          </w:pPr>
          <w:r>
            <w:t>Smlouva o dílo</w:t>
          </w:r>
        </w:p>
        <w:p w14:paraId="29166DE8" w14:textId="77777777" w:rsidR="00706D47" w:rsidRPr="003462EB" w:rsidRDefault="00706D47"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039B231" w:rsidR="00706D47" w:rsidRPr="009E09BE" w:rsidRDefault="00706D4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5FA3">
            <w:rPr>
              <w:rStyle w:val="slostrnky"/>
              <w:noProof/>
            </w:rPr>
            <w:t>35</w:t>
          </w:r>
          <w:r w:rsidRPr="00B8518B">
            <w:rPr>
              <w:rStyle w:val="slostrnky"/>
            </w:rPr>
            <w:fldChar w:fldCharType="end"/>
          </w:r>
        </w:p>
      </w:tc>
    </w:tr>
  </w:tbl>
  <w:p w14:paraId="000D3D0B" w14:textId="77777777" w:rsidR="00706D47" w:rsidRPr="00B8518B" w:rsidRDefault="00706D4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06D47" w:rsidRPr="009E09BE" w14:paraId="7A2A32AD" w14:textId="77777777" w:rsidTr="00DC37EC">
      <w:tc>
        <w:tcPr>
          <w:tcW w:w="0" w:type="auto"/>
          <w:tcMar>
            <w:left w:w="0" w:type="dxa"/>
            <w:right w:w="0" w:type="dxa"/>
          </w:tcMar>
          <w:vAlign w:val="bottom"/>
        </w:tcPr>
        <w:p w14:paraId="48AB2DC8" w14:textId="77777777" w:rsidR="00706D47" w:rsidRPr="00DD4862" w:rsidRDefault="00706D47" w:rsidP="00DC37EC">
          <w:pPr>
            <w:pStyle w:val="Zpatvpravo"/>
            <w:rPr>
              <w:b/>
            </w:rPr>
          </w:pPr>
          <w:r w:rsidRPr="00DD4862">
            <w:rPr>
              <w:b/>
            </w:rPr>
            <w:t xml:space="preserve">Příloha č. </w:t>
          </w:r>
          <w:r>
            <w:rPr>
              <w:b/>
            </w:rPr>
            <w:t>10</w:t>
          </w:r>
        </w:p>
        <w:p w14:paraId="6A081B4F" w14:textId="77777777" w:rsidR="00706D47" w:rsidRPr="003462EB" w:rsidRDefault="00706D47" w:rsidP="00DC37EC">
          <w:pPr>
            <w:pStyle w:val="Zpatvpravo"/>
          </w:pPr>
          <w:r>
            <w:t>Smlouva o dílo</w:t>
          </w:r>
        </w:p>
        <w:p w14:paraId="540C94BE" w14:textId="77777777" w:rsidR="00706D47" w:rsidRPr="003462EB" w:rsidRDefault="00706D47"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706D47" w:rsidRPr="00B8518B" w:rsidRDefault="00706D47" w:rsidP="00DC37EC">
          <w:pPr>
            <w:pStyle w:val="Zpatvpravo"/>
            <w:rPr>
              <w:rStyle w:val="slostrnky"/>
            </w:rPr>
          </w:pPr>
        </w:p>
      </w:tc>
      <w:tc>
        <w:tcPr>
          <w:tcW w:w="1021" w:type="dxa"/>
          <w:vAlign w:val="bottom"/>
        </w:tcPr>
        <w:p w14:paraId="4F9AA148" w14:textId="108810C0" w:rsidR="00706D47" w:rsidRPr="009E09BE" w:rsidRDefault="00706D4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6</w:t>
          </w:r>
          <w:r>
            <w:rPr>
              <w:rStyle w:val="slostrnky"/>
            </w:rPr>
            <w:fldChar w:fldCharType="end"/>
          </w:r>
        </w:p>
      </w:tc>
    </w:tr>
  </w:tbl>
  <w:p w14:paraId="3FE720CA" w14:textId="77777777" w:rsidR="00706D47" w:rsidRPr="00B8518B" w:rsidRDefault="00706D4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706D47" w:rsidRDefault="00706D47" w:rsidP="00BF2895">
    <w:pPr>
      <w:pStyle w:val="Zpat"/>
      <w:rPr>
        <w:sz w:val="2"/>
        <w:szCs w:val="2"/>
      </w:rPr>
    </w:pPr>
  </w:p>
  <w:p w14:paraId="74E51633" w14:textId="77777777" w:rsidR="00706D47" w:rsidRPr="001E4BDC" w:rsidRDefault="00706D47" w:rsidP="00BF2895">
    <w:pPr>
      <w:pStyle w:val="Zpat"/>
      <w:rPr>
        <w:sz w:val="12"/>
        <w:szCs w:val="12"/>
      </w:rPr>
    </w:pPr>
  </w:p>
  <w:p w14:paraId="1391AB0D" w14:textId="77777777" w:rsidR="00706D47" w:rsidRPr="001E4BDC" w:rsidRDefault="00706D47"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7C5FA12C" w14:textId="77777777" w:rsidTr="00F13FDA">
      <w:tc>
        <w:tcPr>
          <w:tcW w:w="1021" w:type="dxa"/>
          <w:vAlign w:val="bottom"/>
        </w:tcPr>
        <w:p w14:paraId="55E968BB" w14:textId="77777777"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706D47" w:rsidRPr="00DD4862" w:rsidRDefault="00706D47" w:rsidP="00F13FDA">
          <w:pPr>
            <w:pStyle w:val="Zpatvlevo"/>
            <w:rPr>
              <w:b/>
            </w:rPr>
          </w:pPr>
          <w:r w:rsidRPr="00DD4862">
            <w:rPr>
              <w:b/>
            </w:rPr>
            <w:t>Příloha č. 1</w:t>
          </w:r>
        </w:p>
        <w:p w14:paraId="6736B376" w14:textId="77777777" w:rsidR="00706D47" w:rsidRDefault="00706D47" w:rsidP="00F13FDA">
          <w:pPr>
            <w:pStyle w:val="Zpatvlevo"/>
          </w:pPr>
          <w:r w:rsidRPr="00B41CFD">
            <w:t>Smlouva o dílo</w:t>
          </w:r>
        </w:p>
        <w:p w14:paraId="388FB6AB" w14:textId="77777777" w:rsidR="00706D47" w:rsidRPr="003462EB" w:rsidRDefault="00706D47" w:rsidP="00F13FDA">
          <w:pPr>
            <w:pStyle w:val="Zpatvlevo"/>
          </w:pPr>
          <w:r>
            <w:t>Z</w:t>
          </w:r>
          <w:r w:rsidRPr="00B63BD1">
            <w:t>hotovení Projektové dokumentace a stavby</w:t>
          </w:r>
        </w:p>
      </w:tc>
    </w:tr>
  </w:tbl>
  <w:p w14:paraId="7BB71A21" w14:textId="77777777" w:rsidR="00706D47" w:rsidRPr="00F13FDA" w:rsidRDefault="00706D4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706D47" w:rsidRDefault="00706D4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65045254" w14:textId="77777777" w:rsidTr="00934B6B">
      <w:tc>
        <w:tcPr>
          <w:tcW w:w="0" w:type="auto"/>
          <w:tcMar>
            <w:left w:w="0" w:type="dxa"/>
            <w:right w:w="0" w:type="dxa"/>
          </w:tcMar>
          <w:vAlign w:val="bottom"/>
        </w:tcPr>
        <w:p w14:paraId="47D41CAE" w14:textId="77777777" w:rsidR="00706D47" w:rsidRPr="00DD4862" w:rsidRDefault="00706D47" w:rsidP="00934B6B">
          <w:pPr>
            <w:pStyle w:val="Zpatvpravo"/>
            <w:rPr>
              <w:b/>
            </w:rPr>
          </w:pPr>
          <w:r w:rsidRPr="00DD4862">
            <w:rPr>
              <w:b/>
            </w:rPr>
            <w:t>Příloha č. 1</w:t>
          </w:r>
        </w:p>
        <w:p w14:paraId="2F5D2B55" w14:textId="77777777" w:rsidR="00706D47" w:rsidRPr="003462EB" w:rsidRDefault="00706D47" w:rsidP="00934B6B">
          <w:pPr>
            <w:pStyle w:val="Zpatvpravo"/>
          </w:pPr>
          <w:r>
            <w:t>Smlouva o dílo</w:t>
          </w:r>
        </w:p>
        <w:p w14:paraId="245439D7" w14:textId="77777777" w:rsidR="00706D47" w:rsidRPr="003462EB" w:rsidRDefault="00706D47"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E63DFC6" w:rsidR="00706D47" w:rsidRPr="009E09BE" w:rsidRDefault="00706D4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71D74358" w14:textId="77777777" w:rsidR="00706D47" w:rsidRPr="00B8518B" w:rsidRDefault="00706D4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4FFB77B4" w14:textId="77777777" w:rsidTr="00F13FDA">
      <w:tc>
        <w:tcPr>
          <w:tcW w:w="1021" w:type="dxa"/>
          <w:vAlign w:val="bottom"/>
        </w:tcPr>
        <w:p w14:paraId="2257580E" w14:textId="77777777"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706D47" w:rsidRPr="00DD4862" w:rsidRDefault="00706D47" w:rsidP="00F13FDA">
          <w:pPr>
            <w:pStyle w:val="Zpatvlevo"/>
            <w:rPr>
              <w:b/>
            </w:rPr>
          </w:pPr>
          <w:r>
            <w:rPr>
              <w:b/>
            </w:rPr>
            <w:t>Příloha č. 2</w:t>
          </w:r>
        </w:p>
        <w:p w14:paraId="3D846C68" w14:textId="77777777" w:rsidR="00706D47" w:rsidRDefault="00706D47" w:rsidP="00F13FDA">
          <w:pPr>
            <w:pStyle w:val="Zpatvlevo"/>
          </w:pPr>
          <w:r w:rsidRPr="00B41CFD">
            <w:t>Smlouva o dílo</w:t>
          </w:r>
        </w:p>
        <w:p w14:paraId="1C3FA075" w14:textId="77777777" w:rsidR="00706D47" w:rsidRPr="003462EB" w:rsidRDefault="00706D47" w:rsidP="00F13FDA">
          <w:pPr>
            <w:pStyle w:val="Zpatvlevo"/>
          </w:pPr>
          <w:r>
            <w:t>Z</w:t>
          </w:r>
          <w:r w:rsidRPr="00B63BD1">
            <w:t>hotovení Projektové dokumentace a stavby</w:t>
          </w:r>
        </w:p>
      </w:tc>
    </w:tr>
  </w:tbl>
  <w:p w14:paraId="7D2C0E00" w14:textId="77777777" w:rsidR="00706D47" w:rsidRPr="00F13FDA" w:rsidRDefault="00706D4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2EB9F2EA" w14:textId="77777777" w:rsidTr="00934B6B">
      <w:tc>
        <w:tcPr>
          <w:tcW w:w="0" w:type="auto"/>
          <w:tcMar>
            <w:left w:w="0" w:type="dxa"/>
            <w:right w:w="0" w:type="dxa"/>
          </w:tcMar>
          <w:vAlign w:val="bottom"/>
        </w:tcPr>
        <w:p w14:paraId="1E1F0A9A" w14:textId="77777777" w:rsidR="00706D47" w:rsidRPr="00DD4862" w:rsidRDefault="00706D47" w:rsidP="00934B6B">
          <w:pPr>
            <w:pStyle w:val="Zpatvpravo"/>
            <w:rPr>
              <w:b/>
            </w:rPr>
          </w:pPr>
          <w:r w:rsidRPr="00DD4862">
            <w:rPr>
              <w:b/>
            </w:rPr>
            <w:t>Příloha č. 2</w:t>
          </w:r>
        </w:p>
        <w:p w14:paraId="27E68A04" w14:textId="77777777" w:rsidR="00706D47" w:rsidRPr="003462EB" w:rsidRDefault="00706D47" w:rsidP="00934B6B">
          <w:pPr>
            <w:pStyle w:val="Zpatvpravo"/>
          </w:pPr>
          <w:r>
            <w:t>Smlouva o dílo</w:t>
          </w:r>
        </w:p>
        <w:p w14:paraId="52498DA6"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04B40098"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1</w:t>
          </w:r>
          <w:r>
            <w:rPr>
              <w:rStyle w:val="slostrnky"/>
            </w:rPr>
            <w:fldChar w:fldCharType="end"/>
          </w:r>
        </w:p>
      </w:tc>
    </w:tr>
  </w:tbl>
  <w:p w14:paraId="2EA8C976" w14:textId="77777777" w:rsidR="00706D47" w:rsidRPr="00B8518B" w:rsidRDefault="00706D4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6D47" w:rsidRPr="003462EB" w14:paraId="091847A1" w14:textId="77777777" w:rsidTr="00F13FDA">
      <w:tc>
        <w:tcPr>
          <w:tcW w:w="1021" w:type="dxa"/>
          <w:vAlign w:val="bottom"/>
        </w:tcPr>
        <w:p w14:paraId="15ED82C6" w14:textId="400C0AD2" w:rsidR="00706D47" w:rsidRPr="00B8518B" w:rsidRDefault="00706D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95FA3">
            <w:rPr>
              <w:rStyle w:val="slostrnky"/>
              <w:noProof/>
            </w:rPr>
            <w:t>3</w:t>
          </w:r>
          <w:r>
            <w:rPr>
              <w:rStyle w:val="slostrnky"/>
            </w:rPr>
            <w:fldChar w:fldCharType="end"/>
          </w:r>
        </w:p>
      </w:tc>
      <w:tc>
        <w:tcPr>
          <w:tcW w:w="0" w:type="auto"/>
          <w:vAlign w:val="bottom"/>
        </w:tcPr>
        <w:p w14:paraId="53BEA41F" w14:textId="77777777" w:rsidR="00706D47" w:rsidRPr="00DD4862" w:rsidRDefault="00706D47" w:rsidP="00F13FDA">
          <w:pPr>
            <w:pStyle w:val="Zpatvlevo"/>
            <w:rPr>
              <w:b/>
            </w:rPr>
          </w:pPr>
          <w:r>
            <w:rPr>
              <w:b/>
            </w:rPr>
            <w:t>Příloha č. 4</w:t>
          </w:r>
        </w:p>
        <w:p w14:paraId="53AB09F5" w14:textId="77777777" w:rsidR="00706D47" w:rsidRDefault="00706D47" w:rsidP="00F13FDA">
          <w:pPr>
            <w:pStyle w:val="Zpatvlevo"/>
          </w:pPr>
          <w:r w:rsidRPr="00B41CFD">
            <w:t>Smlouva o dílo</w:t>
          </w:r>
        </w:p>
        <w:p w14:paraId="63A9EDE5" w14:textId="77777777" w:rsidR="00706D47" w:rsidRPr="003462EB" w:rsidRDefault="00706D47" w:rsidP="00F13FDA">
          <w:pPr>
            <w:pStyle w:val="Zpatvlevo"/>
          </w:pPr>
          <w:r>
            <w:t>Z</w:t>
          </w:r>
          <w:r w:rsidRPr="00B63BD1">
            <w:t>hotovení Projektové dokumentace a stavby</w:t>
          </w:r>
        </w:p>
      </w:tc>
    </w:tr>
  </w:tbl>
  <w:p w14:paraId="0380B260" w14:textId="77777777" w:rsidR="00706D47" w:rsidRPr="00F13FDA" w:rsidRDefault="00706D4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6D47" w:rsidRPr="009E09BE" w14:paraId="74DCA671" w14:textId="77777777" w:rsidTr="00934B6B">
      <w:tc>
        <w:tcPr>
          <w:tcW w:w="0" w:type="auto"/>
          <w:tcMar>
            <w:left w:w="0" w:type="dxa"/>
            <w:right w:w="0" w:type="dxa"/>
          </w:tcMar>
          <w:vAlign w:val="bottom"/>
        </w:tcPr>
        <w:p w14:paraId="09B3D97E" w14:textId="3DBB4BA4" w:rsidR="00706D47" w:rsidRPr="00DD4862" w:rsidRDefault="00706D47" w:rsidP="00934B6B">
          <w:pPr>
            <w:pStyle w:val="Zpatvpravo"/>
            <w:rPr>
              <w:b/>
            </w:rPr>
          </w:pPr>
          <w:r w:rsidRPr="00DD4862">
            <w:rPr>
              <w:b/>
            </w:rPr>
            <w:t xml:space="preserve">Příloha č. </w:t>
          </w:r>
          <w:r>
            <w:rPr>
              <w:b/>
            </w:rPr>
            <w:t>3</w:t>
          </w:r>
        </w:p>
        <w:p w14:paraId="53AB72F1" w14:textId="77777777" w:rsidR="00706D47" w:rsidRPr="003462EB" w:rsidRDefault="00706D47" w:rsidP="00934B6B">
          <w:pPr>
            <w:pStyle w:val="Zpatvpravo"/>
          </w:pPr>
          <w:r>
            <w:t>Smlouva o dílo</w:t>
          </w:r>
        </w:p>
        <w:p w14:paraId="73655BEB" w14:textId="77777777" w:rsidR="00706D47" w:rsidRPr="003462EB" w:rsidRDefault="00706D47"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C7657AD" w:rsidR="00706D47" w:rsidRPr="009E09BE" w:rsidRDefault="00706D4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FA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5FA3">
            <w:rPr>
              <w:rStyle w:val="slostrnky"/>
              <w:noProof/>
            </w:rPr>
            <w:t>3</w:t>
          </w:r>
          <w:r>
            <w:rPr>
              <w:rStyle w:val="slostrnky"/>
            </w:rPr>
            <w:fldChar w:fldCharType="end"/>
          </w:r>
        </w:p>
      </w:tc>
    </w:tr>
  </w:tbl>
  <w:p w14:paraId="4FEA439F" w14:textId="77777777" w:rsidR="00706D47" w:rsidRPr="00B8518B" w:rsidRDefault="00706D4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D73BC" w14:textId="77777777" w:rsidR="004403E0" w:rsidRDefault="004403E0" w:rsidP="00962258">
      <w:pPr>
        <w:spacing w:after="0" w:line="240" w:lineRule="auto"/>
      </w:pPr>
      <w:r>
        <w:separator/>
      </w:r>
    </w:p>
  </w:footnote>
  <w:footnote w:type="continuationSeparator" w:id="0">
    <w:p w14:paraId="78B321CF" w14:textId="77777777" w:rsidR="004403E0" w:rsidRDefault="004403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706D47" w:rsidRDefault="00706D4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706D47" w:rsidRPr="00D6163D" w:rsidRDefault="00706D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706D47" w:rsidRDefault="00706D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6D47" w14:paraId="33B1CA3F" w14:textId="77777777" w:rsidTr="00B22106">
      <w:trPr>
        <w:trHeight w:hRule="exact" w:val="936"/>
      </w:trPr>
      <w:tc>
        <w:tcPr>
          <w:tcW w:w="1361" w:type="dxa"/>
          <w:tcMar>
            <w:left w:w="0" w:type="dxa"/>
            <w:right w:w="0" w:type="dxa"/>
          </w:tcMar>
        </w:tcPr>
        <w:p w14:paraId="66045617" w14:textId="77777777" w:rsidR="00706D47" w:rsidRPr="00B8518B" w:rsidRDefault="00706D47" w:rsidP="00FC6389">
          <w:pPr>
            <w:pStyle w:val="Zpat"/>
            <w:rPr>
              <w:rStyle w:val="slostrnky"/>
            </w:rPr>
          </w:pPr>
        </w:p>
      </w:tc>
      <w:tc>
        <w:tcPr>
          <w:tcW w:w="3458" w:type="dxa"/>
          <w:shd w:val="clear" w:color="auto" w:fill="auto"/>
          <w:tcMar>
            <w:left w:w="0" w:type="dxa"/>
            <w:right w:w="0" w:type="dxa"/>
          </w:tcMar>
        </w:tcPr>
        <w:p w14:paraId="4F67A8A2" w14:textId="77777777" w:rsidR="00706D47" w:rsidRDefault="00706D47"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706D47" w:rsidRPr="00D6163D" w:rsidRDefault="00706D47" w:rsidP="00FC6389">
          <w:pPr>
            <w:pStyle w:val="Druhdokumentu"/>
          </w:pPr>
        </w:p>
      </w:tc>
    </w:tr>
    <w:tr w:rsidR="00706D47" w14:paraId="30C68527" w14:textId="77777777" w:rsidTr="00B22106">
      <w:trPr>
        <w:trHeight w:hRule="exact" w:val="936"/>
      </w:trPr>
      <w:tc>
        <w:tcPr>
          <w:tcW w:w="1361" w:type="dxa"/>
          <w:tcMar>
            <w:left w:w="0" w:type="dxa"/>
            <w:right w:w="0" w:type="dxa"/>
          </w:tcMar>
        </w:tcPr>
        <w:p w14:paraId="46A8AA7A" w14:textId="77777777" w:rsidR="00706D47" w:rsidRPr="00B8518B" w:rsidRDefault="00706D47" w:rsidP="00FC6389">
          <w:pPr>
            <w:pStyle w:val="Zpat"/>
            <w:rPr>
              <w:rStyle w:val="slostrnky"/>
            </w:rPr>
          </w:pPr>
        </w:p>
      </w:tc>
      <w:tc>
        <w:tcPr>
          <w:tcW w:w="3458" w:type="dxa"/>
          <w:shd w:val="clear" w:color="auto" w:fill="auto"/>
          <w:tcMar>
            <w:left w:w="0" w:type="dxa"/>
            <w:right w:w="0" w:type="dxa"/>
          </w:tcMar>
        </w:tcPr>
        <w:p w14:paraId="4FA0F11F" w14:textId="77777777" w:rsidR="00706D47" w:rsidRDefault="00706D47" w:rsidP="00FC6389">
          <w:pPr>
            <w:pStyle w:val="Zpat"/>
          </w:pPr>
        </w:p>
      </w:tc>
      <w:tc>
        <w:tcPr>
          <w:tcW w:w="5756" w:type="dxa"/>
          <w:shd w:val="clear" w:color="auto" w:fill="auto"/>
          <w:tcMar>
            <w:left w:w="0" w:type="dxa"/>
            <w:right w:w="0" w:type="dxa"/>
          </w:tcMar>
        </w:tcPr>
        <w:p w14:paraId="6C4F1431" w14:textId="77777777" w:rsidR="00706D47" w:rsidRPr="00D6163D" w:rsidRDefault="00706D47" w:rsidP="00FC6389">
          <w:pPr>
            <w:pStyle w:val="Druhdokumentu"/>
          </w:pPr>
        </w:p>
      </w:tc>
    </w:tr>
  </w:tbl>
  <w:p w14:paraId="4AEEEBA1" w14:textId="77777777" w:rsidR="00706D47" w:rsidRPr="00D6163D" w:rsidRDefault="00706D47" w:rsidP="00FC6389">
    <w:pPr>
      <w:pStyle w:val="Zhlav"/>
      <w:rPr>
        <w:sz w:val="8"/>
        <w:szCs w:val="8"/>
      </w:rPr>
    </w:pPr>
  </w:p>
  <w:p w14:paraId="4AD25DBF" w14:textId="77777777" w:rsidR="00706D47" w:rsidRPr="00460660" w:rsidRDefault="00706D4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706D47" w:rsidRPr="00D6163D" w:rsidRDefault="00706D4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706D47" w:rsidRPr="00D6163D" w:rsidRDefault="00706D4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706D47" w:rsidRPr="00D6163D" w:rsidRDefault="00706D4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706D47" w:rsidRPr="00D6163D" w:rsidRDefault="00706D4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706D47" w:rsidRPr="00D6163D" w:rsidRDefault="00706D4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706D47" w:rsidRPr="00D6163D" w:rsidRDefault="00706D4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03E0"/>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5610E"/>
    <w:rsid w:val="00660AD3"/>
    <w:rsid w:val="006716DC"/>
    <w:rsid w:val="0067684B"/>
    <w:rsid w:val="006776B6"/>
    <w:rsid w:val="006800E3"/>
    <w:rsid w:val="006813D0"/>
    <w:rsid w:val="00693150"/>
    <w:rsid w:val="00693461"/>
    <w:rsid w:val="006A5570"/>
    <w:rsid w:val="006A5576"/>
    <w:rsid w:val="006A689C"/>
    <w:rsid w:val="006A698D"/>
    <w:rsid w:val="006B3D79"/>
    <w:rsid w:val="006B6B89"/>
    <w:rsid w:val="006B6FE4"/>
    <w:rsid w:val="006C2343"/>
    <w:rsid w:val="006C442A"/>
    <w:rsid w:val="006D3CA9"/>
    <w:rsid w:val="006D7113"/>
    <w:rsid w:val="006E0578"/>
    <w:rsid w:val="006E314D"/>
    <w:rsid w:val="006E5F2D"/>
    <w:rsid w:val="006E7799"/>
    <w:rsid w:val="006F782C"/>
    <w:rsid w:val="00704D1E"/>
    <w:rsid w:val="00706D47"/>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5FA3"/>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B40A881-BC57-4F80-B3A0-0DC48C0F4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73</TotalTime>
  <Pages>35</Pages>
  <Words>6103</Words>
  <Characters>36009</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74</cp:revision>
  <cp:lastPrinted>2019-03-12T14:16:00Z</cp:lastPrinted>
  <dcterms:created xsi:type="dcterms:W3CDTF">2021-01-20T10:35:00Z</dcterms:created>
  <dcterms:modified xsi:type="dcterms:W3CDTF">2021-02-05T08:42:00Z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